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DB4B6" w14:textId="77777777" w:rsidR="00C06299" w:rsidRPr="00C06299" w:rsidRDefault="00C06299" w:rsidP="00C06299">
      <w:pPr>
        <w:rPr>
          <w:rFonts w:asciiTheme="minorHAnsi" w:hAnsiTheme="minorHAnsi"/>
          <w:sz w:val="18"/>
          <w:szCs w:val="18"/>
        </w:rPr>
      </w:pPr>
      <w:bookmarkStart w:id="0" w:name="_11_ZHR_STKR_TASK_–zelená"/>
      <w:bookmarkStart w:id="1" w:name="_13_ZHR_STKRxxxxxx_podpisový"/>
      <w:bookmarkStart w:id="2" w:name="_14_Připomínky_pro"/>
      <w:bookmarkStart w:id="3" w:name="_15_FKSP_do"/>
      <w:bookmarkStart w:id="4" w:name="_16_ZHR_IT0001_a"/>
      <w:bookmarkStart w:id="5" w:name="_17_ZHRDMS_SPIS_REPx"/>
      <w:bookmarkStart w:id="6" w:name="_19_Export_do"/>
      <w:bookmarkStart w:id="7" w:name="_20_IdM_do"/>
      <w:bookmarkStart w:id="8" w:name="_21_STKR_–"/>
      <w:bookmarkStart w:id="9" w:name="_22_Zaměstnanecký_průkaz"/>
      <w:bookmarkStart w:id="10" w:name="_25_Číselník_budov"/>
      <w:bookmarkStart w:id="11" w:name="_32_ZHR_SPIS_–"/>
      <w:bookmarkStart w:id="12" w:name="_49_Do_ZHR_STKR"/>
      <w:bookmarkStart w:id="13" w:name="_50_Vedoucí_-"/>
      <w:bookmarkEnd w:id="0"/>
      <w:bookmarkEnd w:id="1"/>
      <w:bookmarkEnd w:id="2"/>
      <w:bookmarkEnd w:id="3"/>
      <w:bookmarkEnd w:id="4"/>
      <w:bookmarkEnd w:id="5"/>
      <w:bookmarkEnd w:id="6"/>
      <w:bookmarkEnd w:id="7"/>
      <w:bookmarkEnd w:id="8"/>
      <w:bookmarkEnd w:id="9"/>
      <w:bookmarkEnd w:id="10"/>
      <w:bookmarkEnd w:id="11"/>
      <w:bookmarkEnd w:id="12"/>
      <w:bookmarkEnd w:id="13"/>
      <w:r w:rsidRPr="00C06299">
        <w:rPr>
          <w:rFonts w:asciiTheme="minorHAnsi" w:hAnsiTheme="minorHAnsi"/>
          <w:sz w:val="18"/>
          <w:szCs w:val="18"/>
        </w:rPr>
        <w:t>Příloha č. 1 Smlouvy</w:t>
      </w:r>
    </w:p>
    <w:p w14:paraId="10BA85D5" w14:textId="77777777" w:rsidR="00C06299" w:rsidRPr="00C06299" w:rsidRDefault="00C06299" w:rsidP="00C06299">
      <w:pPr>
        <w:rPr>
          <w:rFonts w:asciiTheme="minorHAnsi" w:hAnsiTheme="minorHAnsi"/>
          <w:b/>
          <w:color w:val="FF5200" w:themeColor="accent2"/>
          <w:sz w:val="36"/>
          <w:szCs w:val="36"/>
        </w:rPr>
      </w:pPr>
      <w:r w:rsidRPr="00C06299">
        <w:rPr>
          <w:rFonts w:asciiTheme="minorHAnsi" w:hAnsiTheme="minorHAnsi"/>
          <w:b/>
          <w:color w:val="FF5200" w:themeColor="accent2"/>
          <w:sz w:val="36"/>
          <w:szCs w:val="36"/>
        </w:rPr>
        <w:t>Specifikace plnění</w:t>
      </w:r>
    </w:p>
    <w:p w14:paraId="07E2C4BC" w14:textId="77777777" w:rsidR="009849A6" w:rsidRPr="009849A6" w:rsidRDefault="009849A6" w:rsidP="009849A6">
      <w:pPr>
        <w:pStyle w:val="Odstavecseseznamem"/>
        <w:rPr>
          <w:sz w:val="18"/>
          <w:szCs w:val="18"/>
        </w:rPr>
      </w:pPr>
      <w:bookmarkStart w:id="14" w:name="_52_Co_externista"/>
      <w:bookmarkStart w:id="15" w:name="_53_Pro_DPP"/>
      <w:bookmarkStart w:id="16" w:name="_54eNeschopena_–_nový"/>
      <w:bookmarkStart w:id="17" w:name="_55_Předávat_do"/>
      <w:bookmarkStart w:id="18" w:name="_56_Externisté_–"/>
      <w:bookmarkStart w:id="19" w:name="_70_Sladění_času"/>
      <w:bookmarkStart w:id="20" w:name="_71_Číslo_KOP"/>
      <w:bookmarkStart w:id="21" w:name="_72_Funkční_modul"/>
      <w:bookmarkStart w:id="22" w:name="_73_UPN_do"/>
      <w:bookmarkStart w:id="23" w:name="_77_UPN_do"/>
      <w:bookmarkStart w:id="24" w:name="_74_Portál_SŽ"/>
      <w:bookmarkStart w:id="25" w:name="_81_Nový_ccc"/>
      <w:bookmarkStart w:id="26" w:name="_97_PROFESE_–"/>
      <w:bookmarkStart w:id="27" w:name="_99_IT_9001"/>
      <w:bookmarkStart w:id="28" w:name="_104_xx"/>
      <w:bookmarkStart w:id="29" w:name="_105_xx"/>
      <w:bookmarkStart w:id="30" w:name="_110_Z_HR_IT9001_MISTNOST_GETLIST_-"/>
      <w:bookmarkStart w:id="31" w:name="_111_Evidence_RZD"/>
      <w:bookmarkStart w:id="32" w:name="_112_Vstupní_obrazovka"/>
      <w:bookmarkStart w:id="33" w:name="_113_Úprava_synchronizace"/>
      <w:bookmarkStart w:id="34" w:name="_115_ZHR_STKR_TASK_–"/>
      <w:bookmarkStart w:id="35" w:name="_116_Externista_–"/>
      <w:bookmarkStart w:id="36" w:name="_117_xx"/>
      <w:bookmarkStart w:id="37" w:name="_118_Revize_transakce"/>
      <w:bookmarkStart w:id="38" w:name="_127_STKR_–"/>
      <w:bookmarkStart w:id="39" w:name="_128_Úpravy_COVID"/>
      <w:bookmarkStart w:id="40" w:name="_127_Notifikace_vedoucím"/>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21A20DA1" w14:textId="7E2B9D21" w:rsidR="009849A6" w:rsidRPr="009849A6" w:rsidRDefault="009849A6" w:rsidP="009849A6">
      <w:pPr>
        <w:pStyle w:val="Odstavecseseznamem"/>
        <w:rPr>
          <w:sz w:val="18"/>
          <w:szCs w:val="18"/>
        </w:rPr>
      </w:pPr>
      <w:r w:rsidRPr="009849A6">
        <w:rPr>
          <w:sz w:val="18"/>
          <w:szCs w:val="18"/>
        </w:rPr>
        <w:t xml:space="preserve">Po potřebu Správy železnic, odboru personálního GŘ O10, je očekáváno zajistit úpravy v oblasti SAP pro nové aktivity v oblasti personalistiky, mezd, vzdělávání a rozhraní na personální portál STKR. </w:t>
      </w:r>
    </w:p>
    <w:p w14:paraId="60F1AF34" w14:textId="77777777" w:rsidR="009849A6" w:rsidRPr="009849A6" w:rsidRDefault="009849A6" w:rsidP="009849A6">
      <w:pPr>
        <w:pStyle w:val="Odstavecseseznamem"/>
        <w:rPr>
          <w:sz w:val="18"/>
          <w:szCs w:val="18"/>
        </w:rPr>
      </w:pPr>
      <w:r w:rsidRPr="009849A6">
        <w:rPr>
          <w:b/>
          <w:bCs/>
          <w:sz w:val="18"/>
          <w:szCs w:val="18"/>
        </w:rPr>
        <w:t xml:space="preserve">Požadavky na systemizovaném místě pro vedoucí (T+60) </w:t>
      </w:r>
    </w:p>
    <w:p w14:paraId="32DB564D" w14:textId="77777777" w:rsidR="009849A6" w:rsidRPr="009849A6" w:rsidRDefault="009849A6" w:rsidP="009849A6">
      <w:pPr>
        <w:pStyle w:val="Odstavecseseznamem"/>
        <w:rPr>
          <w:sz w:val="18"/>
          <w:szCs w:val="18"/>
        </w:rPr>
      </w:pPr>
      <w:r w:rsidRPr="009849A6">
        <w:rPr>
          <w:sz w:val="18"/>
          <w:szCs w:val="18"/>
        </w:rPr>
        <w:t xml:space="preserve">Pověření zaměstnanci na STKR budou mít možnost v oblasti vzdělávání/údržby kvalifikací evidovat/zadávat dva typy požadavků: </w:t>
      </w:r>
    </w:p>
    <w:p w14:paraId="238A9DD8" w14:textId="77777777" w:rsidR="009849A6" w:rsidRPr="009849A6" w:rsidRDefault="009849A6" w:rsidP="009849A6">
      <w:pPr>
        <w:pStyle w:val="Odstavecseseznamem"/>
        <w:rPr>
          <w:sz w:val="18"/>
          <w:szCs w:val="18"/>
        </w:rPr>
      </w:pPr>
      <w:r w:rsidRPr="009849A6">
        <w:rPr>
          <w:sz w:val="18"/>
          <w:szCs w:val="18"/>
        </w:rPr>
        <w:t xml:space="preserve"> kvalifikace odborné </w:t>
      </w:r>
    </w:p>
    <w:p w14:paraId="17D62117" w14:textId="77777777" w:rsidR="009849A6" w:rsidRPr="009849A6" w:rsidRDefault="009849A6" w:rsidP="009849A6">
      <w:pPr>
        <w:pStyle w:val="Odstavecseseznamem"/>
        <w:rPr>
          <w:sz w:val="18"/>
          <w:szCs w:val="18"/>
        </w:rPr>
      </w:pPr>
      <w:r w:rsidRPr="009849A6">
        <w:rPr>
          <w:sz w:val="18"/>
          <w:szCs w:val="18"/>
        </w:rPr>
        <w:t xml:space="preserve"> zdravotní prohlídky </w:t>
      </w:r>
    </w:p>
    <w:p w14:paraId="0CC03CFC" w14:textId="77777777" w:rsidR="009849A6" w:rsidRPr="009849A6" w:rsidRDefault="009849A6" w:rsidP="009849A6">
      <w:pPr>
        <w:pStyle w:val="Odstavecseseznamem"/>
        <w:rPr>
          <w:sz w:val="18"/>
          <w:szCs w:val="18"/>
        </w:rPr>
      </w:pPr>
    </w:p>
    <w:p w14:paraId="45F049EA" w14:textId="77777777" w:rsidR="009849A6" w:rsidRPr="009849A6" w:rsidRDefault="009849A6" w:rsidP="009849A6">
      <w:pPr>
        <w:pStyle w:val="Odstavecseseznamem"/>
        <w:rPr>
          <w:sz w:val="18"/>
          <w:szCs w:val="18"/>
        </w:rPr>
      </w:pPr>
      <w:r w:rsidRPr="009849A6">
        <w:rPr>
          <w:sz w:val="18"/>
          <w:szCs w:val="18"/>
        </w:rPr>
        <w:t xml:space="preserve">Na straně SAP každý typ požadavku má jiné zpracovatele (personálně-mzdová specialistka vs. zaměstnance oddělení sociální a PAM na OJ). </w:t>
      </w:r>
    </w:p>
    <w:p w14:paraId="2E5082F4" w14:textId="77777777" w:rsidR="009849A6" w:rsidRPr="009849A6" w:rsidRDefault="009849A6" w:rsidP="009849A6">
      <w:pPr>
        <w:pStyle w:val="Odstavecseseznamem"/>
        <w:rPr>
          <w:sz w:val="18"/>
          <w:szCs w:val="18"/>
        </w:rPr>
      </w:pPr>
      <w:r w:rsidRPr="009849A6">
        <w:rPr>
          <w:sz w:val="18"/>
          <w:szCs w:val="18"/>
        </w:rPr>
        <w:t xml:space="preserve">V rámci jednoho požadavku ze STKR bude možné zaslat více změn. Uživatel v STKR může zadávat dva typy změn: </w:t>
      </w:r>
    </w:p>
    <w:p w14:paraId="61BCA886" w14:textId="77777777" w:rsidR="009849A6" w:rsidRPr="009849A6" w:rsidRDefault="009849A6" w:rsidP="009849A6">
      <w:pPr>
        <w:pStyle w:val="Odstavecseseznamem"/>
        <w:rPr>
          <w:sz w:val="18"/>
          <w:szCs w:val="18"/>
        </w:rPr>
      </w:pPr>
      <w:r w:rsidRPr="009849A6">
        <w:rPr>
          <w:sz w:val="18"/>
          <w:szCs w:val="18"/>
        </w:rPr>
        <w:t xml:space="preserve">1. U aktuálního nastavit časové omezení (tímto se může řešit ukončení v budoucnu, nebo i okamžité ukončení). </w:t>
      </w:r>
    </w:p>
    <w:p w14:paraId="1D9A0D60" w14:textId="77777777" w:rsidR="009849A6" w:rsidRPr="009849A6" w:rsidRDefault="009849A6" w:rsidP="009849A6">
      <w:pPr>
        <w:pStyle w:val="Odstavecseseznamem"/>
        <w:rPr>
          <w:sz w:val="18"/>
          <w:szCs w:val="18"/>
        </w:rPr>
      </w:pPr>
      <w:r w:rsidRPr="009849A6">
        <w:rPr>
          <w:sz w:val="18"/>
          <w:szCs w:val="18"/>
        </w:rPr>
        <w:t xml:space="preserve">2. Zadání nové požadované kvalifikace na systemizovaném místě, kdy rozsah předávaných dat: </w:t>
      </w:r>
    </w:p>
    <w:p w14:paraId="39FFD68B" w14:textId="77777777" w:rsidR="009849A6" w:rsidRPr="009849A6" w:rsidRDefault="009849A6" w:rsidP="009849A6">
      <w:pPr>
        <w:pStyle w:val="Odstavecseseznamem"/>
        <w:rPr>
          <w:sz w:val="18"/>
          <w:szCs w:val="18"/>
        </w:rPr>
      </w:pPr>
      <w:r w:rsidRPr="009849A6">
        <w:rPr>
          <w:sz w:val="18"/>
          <w:szCs w:val="18"/>
        </w:rPr>
        <w:t xml:space="preserve">- plánované místo </w:t>
      </w:r>
    </w:p>
    <w:p w14:paraId="26D674F4" w14:textId="77777777" w:rsidR="009849A6" w:rsidRPr="009849A6" w:rsidRDefault="009849A6" w:rsidP="009849A6">
      <w:pPr>
        <w:pStyle w:val="Odstavecseseznamem"/>
        <w:rPr>
          <w:sz w:val="18"/>
          <w:szCs w:val="18"/>
        </w:rPr>
      </w:pPr>
      <w:r w:rsidRPr="009849A6">
        <w:rPr>
          <w:sz w:val="18"/>
          <w:szCs w:val="18"/>
        </w:rPr>
        <w:t xml:space="preserve">- kvalifikace </w:t>
      </w:r>
    </w:p>
    <w:p w14:paraId="0C51820C" w14:textId="77777777" w:rsidR="009849A6" w:rsidRPr="009849A6" w:rsidRDefault="009849A6" w:rsidP="009849A6">
      <w:pPr>
        <w:pStyle w:val="Odstavecseseznamem"/>
        <w:rPr>
          <w:sz w:val="18"/>
          <w:szCs w:val="18"/>
        </w:rPr>
      </w:pPr>
      <w:r w:rsidRPr="009849A6">
        <w:rPr>
          <w:sz w:val="18"/>
          <w:szCs w:val="18"/>
        </w:rPr>
        <w:t xml:space="preserve">- příznak, zda se jedná o novou kvalifikaci </w:t>
      </w:r>
    </w:p>
    <w:p w14:paraId="2DF6ABD3" w14:textId="77777777" w:rsidR="009849A6" w:rsidRPr="009849A6" w:rsidRDefault="009849A6" w:rsidP="009849A6">
      <w:pPr>
        <w:pStyle w:val="Odstavecseseznamem"/>
        <w:rPr>
          <w:sz w:val="18"/>
          <w:szCs w:val="18"/>
        </w:rPr>
      </w:pPr>
      <w:r w:rsidRPr="009849A6">
        <w:rPr>
          <w:sz w:val="18"/>
          <w:szCs w:val="18"/>
        </w:rPr>
        <w:t xml:space="preserve">- datum platnosti </w:t>
      </w:r>
    </w:p>
    <w:p w14:paraId="6B2A9098" w14:textId="77777777" w:rsidR="009849A6" w:rsidRPr="009849A6" w:rsidRDefault="009849A6" w:rsidP="009849A6">
      <w:pPr>
        <w:pStyle w:val="Odstavecseseznamem"/>
        <w:rPr>
          <w:sz w:val="18"/>
          <w:szCs w:val="18"/>
        </w:rPr>
      </w:pPr>
      <w:r w:rsidRPr="009849A6">
        <w:rPr>
          <w:sz w:val="18"/>
          <w:szCs w:val="18"/>
        </w:rPr>
        <w:t xml:space="preserve">- uživatel vybírá nové kvalifikace z katalogu kvalifikací (pomocí funkce Z_HR_STKR_VZD_KVALIFIKACE) </w:t>
      </w:r>
    </w:p>
    <w:p w14:paraId="5AFA1A58" w14:textId="77777777" w:rsidR="009849A6" w:rsidRPr="009849A6" w:rsidRDefault="009849A6" w:rsidP="009849A6">
      <w:pPr>
        <w:pStyle w:val="Odstavecseseznamem"/>
        <w:rPr>
          <w:sz w:val="18"/>
          <w:szCs w:val="18"/>
        </w:rPr>
      </w:pPr>
      <w:r w:rsidRPr="009849A6">
        <w:rPr>
          <w:sz w:val="18"/>
          <w:szCs w:val="18"/>
        </w:rPr>
        <w:t xml:space="preserve">- tato funkce lze parametrem omezit, od jakého kořene má načítat data </w:t>
      </w:r>
    </w:p>
    <w:p w14:paraId="47D17703" w14:textId="77777777" w:rsidR="009849A6" w:rsidRPr="009849A6" w:rsidRDefault="009849A6" w:rsidP="009849A6">
      <w:pPr>
        <w:pStyle w:val="Odstavecseseznamem"/>
        <w:rPr>
          <w:sz w:val="18"/>
          <w:szCs w:val="18"/>
        </w:rPr>
      </w:pPr>
      <w:r w:rsidRPr="009849A6">
        <w:rPr>
          <w:sz w:val="18"/>
          <w:szCs w:val="18"/>
        </w:rPr>
        <w:t xml:space="preserve">- uživatel vidí jeho zadaný požadavek v přehledu žádostí (funkce Z_TS_HR_STKR_GET_MY_TASK) </w:t>
      </w:r>
    </w:p>
    <w:p w14:paraId="49CF8E26" w14:textId="77777777" w:rsidR="009849A6" w:rsidRPr="009849A6" w:rsidRDefault="009849A6" w:rsidP="009849A6">
      <w:pPr>
        <w:pStyle w:val="Odstavecseseznamem"/>
        <w:rPr>
          <w:sz w:val="18"/>
          <w:szCs w:val="18"/>
        </w:rPr>
      </w:pPr>
      <w:r w:rsidRPr="009849A6">
        <w:rPr>
          <w:sz w:val="18"/>
          <w:szCs w:val="18"/>
        </w:rPr>
        <w:t xml:space="preserve">- uživateli jsou doručovány notifikace o průběhu zpracování požadavku (funkce Z_TS_HR_STKR_GET_CHANGED_TASK) </w:t>
      </w:r>
    </w:p>
    <w:p w14:paraId="3A8D1C66" w14:textId="77777777" w:rsidR="009849A6" w:rsidRPr="009849A6" w:rsidRDefault="009849A6" w:rsidP="009849A6">
      <w:pPr>
        <w:pStyle w:val="Odstavecseseznamem"/>
        <w:rPr>
          <w:sz w:val="18"/>
          <w:szCs w:val="18"/>
        </w:rPr>
      </w:pPr>
    </w:p>
    <w:p w14:paraId="528751AA" w14:textId="77777777" w:rsidR="009849A6" w:rsidRPr="009849A6" w:rsidRDefault="009849A6" w:rsidP="009849A6">
      <w:pPr>
        <w:pStyle w:val="Odstavecseseznamem"/>
        <w:rPr>
          <w:sz w:val="18"/>
          <w:szCs w:val="18"/>
        </w:rPr>
      </w:pPr>
      <w:r w:rsidRPr="009849A6">
        <w:rPr>
          <w:sz w:val="18"/>
          <w:szCs w:val="18"/>
        </w:rPr>
        <w:t xml:space="preserve">Vedoucí zaměstnanec může doplňovat požadavky na plánovaném místě zaměstnance. </w:t>
      </w:r>
    </w:p>
    <w:p w14:paraId="2C54D414" w14:textId="77777777" w:rsidR="009849A6" w:rsidRPr="009849A6" w:rsidRDefault="009849A6" w:rsidP="009849A6">
      <w:pPr>
        <w:pStyle w:val="Odstavecseseznamem"/>
        <w:rPr>
          <w:sz w:val="18"/>
          <w:szCs w:val="18"/>
        </w:rPr>
      </w:pPr>
      <w:r w:rsidRPr="009849A6">
        <w:rPr>
          <w:sz w:val="18"/>
          <w:szCs w:val="18"/>
        </w:rPr>
        <w:t xml:space="preserve"> Výběr z kvalifikačního katalogu SAP od určeného uzlu (Z_HR_STKR_VZD_KVALIFIKACE). </w:t>
      </w:r>
    </w:p>
    <w:p w14:paraId="4D58DDA1" w14:textId="77777777" w:rsidR="009849A6" w:rsidRPr="009849A6" w:rsidRDefault="009849A6" w:rsidP="009849A6">
      <w:pPr>
        <w:pStyle w:val="Odstavecseseznamem"/>
        <w:rPr>
          <w:sz w:val="18"/>
          <w:szCs w:val="18"/>
        </w:rPr>
      </w:pPr>
      <w:r w:rsidRPr="009849A6">
        <w:rPr>
          <w:sz w:val="18"/>
          <w:szCs w:val="18"/>
        </w:rPr>
        <w:t xml:space="preserve"> Možnost časového vymezení existujících. </w:t>
      </w:r>
    </w:p>
    <w:p w14:paraId="653B4593" w14:textId="77777777" w:rsidR="009849A6" w:rsidRPr="009849A6" w:rsidRDefault="009849A6" w:rsidP="009849A6">
      <w:pPr>
        <w:pStyle w:val="Odstavecseseznamem"/>
        <w:rPr>
          <w:sz w:val="18"/>
          <w:szCs w:val="18"/>
        </w:rPr>
      </w:pPr>
    </w:p>
    <w:p w14:paraId="2DE8FB4F" w14:textId="77777777" w:rsidR="009849A6" w:rsidRPr="009849A6" w:rsidRDefault="009849A6" w:rsidP="009849A6">
      <w:pPr>
        <w:pStyle w:val="Odstavecseseznamem"/>
        <w:rPr>
          <w:sz w:val="18"/>
          <w:szCs w:val="18"/>
        </w:rPr>
      </w:pPr>
      <w:r w:rsidRPr="009849A6">
        <w:rPr>
          <w:sz w:val="18"/>
          <w:szCs w:val="18"/>
        </w:rPr>
        <w:t xml:space="preserve">Vedoucí zaměstnanci budou zadávat požadavky na změnu na systemizovaných míst. </w:t>
      </w:r>
    </w:p>
    <w:p w14:paraId="5DFDD68C" w14:textId="77777777" w:rsidR="009849A6" w:rsidRPr="009849A6" w:rsidRDefault="009849A6" w:rsidP="009849A6">
      <w:pPr>
        <w:pStyle w:val="Odstavecseseznamem"/>
        <w:rPr>
          <w:sz w:val="18"/>
          <w:szCs w:val="18"/>
        </w:rPr>
      </w:pPr>
      <w:r w:rsidRPr="009849A6">
        <w:rPr>
          <w:sz w:val="18"/>
          <w:szCs w:val="18"/>
        </w:rPr>
        <w:t xml:space="preserve"> Vedoucí zaměstnanec vyhledá data podřízeného zaměstnance na adrese https://portal.szdc.cz/group/stkr/kvalifikace1 a bude mít možnost u jednotlivých kvalifikací je časově vymezit, případně zadat nové a výsledek propadne do SAP. </w:t>
      </w:r>
    </w:p>
    <w:p w14:paraId="6E1C9252" w14:textId="77777777" w:rsidR="009849A6" w:rsidRPr="009849A6" w:rsidRDefault="009849A6" w:rsidP="009849A6">
      <w:pPr>
        <w:pStyle w:val="Odstavecseseznamem"/>
        <w:rPr>
          <w:sz w:val="18"/>
          <w:szCs w:val="18"/>
        </w:rPr>
      </w:pPr>
      <w:r w:rsidRPr="009849A6">
        <w:rPr>
          <w:sz w:val="18"/>
          <w:szCs w:val="18"/>
        </w:rPr>
        <w:t xml:space="preserve"> Požadavek naplánované místo propadne ve strukturované podobě do evidence ZHR_STKR_TASK. </w:t>
      </w:r>
    </w:p>
    <w:p w14:paraId="59264F58" w14:textId="77777777" w:rsidR="009849A6" w:rsidRPr="009849A6" w:rsidRDefault="009849A6" w:rsidP="009849A6">
      <w:pPr>
        <w:pStyle w:val="Odstavecseseznamem"/>
        <w:rPr>
          <w:sz w:val="18"/>
          <w:szCs w:val="18"/>
        </w:rPr>
      </w:pPr>
    </w:p>
    <w:p w14:paraId="2DBED10A" w14:textId="77777777" w:rsidR="009849A6" w:rsidRPr="009849A6" w:rsidRDefault="009849A6" w:rsidP="009849A6">
      <w:pPr>
        <w:pStyle w:val="Odstavecseseznamem"/>
        <w:rPr>
          <w:sz w:val="18"/>
          <w:szCs w:val="18"/>
        </w:rPr>
      </w:pPr>
      <w:r w:rsidRPr="009849A6">
        <w:rPr>
          <w:sz w:val="18"/>
          <w:szCs w:val="18"/>
        </w:rPr>
        <w:t xml:space="preserve">Požadujeme doplnit celou logiku TASK o S-plánované místo, tj. na S-plánovaném místě přiřadit/ukončit Q-kvalifikace </w:t>
      </w:r>
    </w:p>
    <w:p w14:paraId="0C663FF5" w14:textId="77777777" w:rsidR="009849A6" w:rsidRPr="009849A6" w:rsidRDefault="009849A6" w:rsidP="009849A6">
      <w:pPr>
        <w:pStyle w:val="Odstavecseseznamem"/>
        <w:rPr>
          <w:sz w:val="18"/>
          <w:szCs w:val="18"/>
        </w:rPr>
      </w:pPr>
      <w:r w:rsidRPr="009849A6">
        <w:rPr>
          <w:sz w:val="18"/>
          <w:szCs w:val="18"/>
        </w:rPr>
        <w:t xml:space="preserve">- Nové od data </w:t>
      </w:r>
    </w:p>
    <w:p w14:paraId="49B04CE1" w14:textId="77777777" w:rsidR="009849A6" w:rsidRPr="009849A6" w:rsidRDefault="009849A6" w:rsidP="009849A6">
      <w:pPr>
        <w:pStyle w:val="Odstavecseseznamem"/>
        <w:rPr>
          <w:sz w:val="18"/>
          <w:szCs w:val="18"/>
        </w:rPr>
      </w:pPr>
      <w:r w:rsidRPr="009849A6">
        <w:rPr>
          <w:sz w:val="18"/>
          <w:szCs w:val="18"/>
        </w:rPr>
        <w:lastRenderedPageBreak/>
        <w:t xml:space="preserve">- Ukončení k datu </w:t>
      </w:r>
    </w:p>
    <w:p w14:paraId="0B823A65" w14:textId="77777777" w:rsidR="009849A6" w:rsidRPr="009849A6" w:rsidRDefault="009849A6" w:rsidP="009849A6">
      <w:pPr>
        <w:pStyle w:val="Odstavecseseznamem"/>
        <w:rPr>
          <w:sz w:val="18"/>
          <w:szCs w:val="18"/>
        </w:rPr>
      </w:pPr>
    </w:p>
    <w:p w14:paraId="1E06E253" w14:textId="77777777" w:rsidR="009849A6" w:rsidRPr="009849A6" w:rsidRDefault="009849A6" w:rsidP="009849A6">
      <w:pPr>
        <w:pStyle w:val="Odstavecseseznamem"/>
        <w:rPr>
          <w:sz w:val="18"/>
          <w:szCs w:val="18"/>
        </w:rPr>
      </w:pPr>
      <w:r w:rsidRPr="009849A6">
        <w:rPr>
          <w:sz w:val="18"/>
          <w:szCs w:val="18"/>
        </w:rPr>
        <w:t xml:space="preserve">Na portálu vedoucí vybere </w:t>
      </w:r>
    </w:p>
    <w:p w14:paraId="09255562" w14:textId="77777777" w:rsidR="009849A6" w:rsidRPr="009849A6" w:rsidRDefault="009849A6" w:rsidP="009849A6">
      <w:pPr>
        <w:pStyle w:val="Odstavecseseznamem"/>
        <w:rPr>
          <w:sz w:val="18"/>
          <w:szCs w:val="18"/>
        </w:rPr>
      </w:pPr>
      <w:r w:rsidRPr="009849A6">
        <w:rPr>
          <w:sz w:val="18"/>
          <w:szCs w:val="18"/>
        </w:rPr>
        <w:t xml:space="preserve">- Hodnotu z kvalifikačního katalog QK a požadavek bude v TASK přiřazen pro oddělení sociální a PAM OJ . </w:t>
      </w:r>
    </w:p>
    <w:p w14:paraId="78495229" w14:textId="77777777" w:rsidR="009849A6" w:rsidRPr="009849A6" w:rsidRDefault="009849A6" w:rsidP="009849A6">
      <w:pPr>
        <w:pStyle w:val="Odstavecseseznamem"/>
        <w:rPr>
          <w:sz w:val="18"/>
          <w:szCs w:val="18"/>
        </w:rPr>
      </w:pPr>
      <w:r w:rsidRPr="009849A6">
        <w:rPr>
          <w:sz w:val="18"/>
          <w:szCs w:val="18"/>
        </w:rPr>
        <w:t xml:space="preserve">- Zdravotní prohlídky a TASK požadavek bude přiřazen personálně mzdovým specialistkám CSS resp. GŘ. </w:t>
      </w:r>
    </w:p>
    <w:p w14:paraId="2FE1ECA0" w14:textId="77777777" w:rsidR="009849A6" w:rsidRPr="009849A6" w:rsidRDefault="009849A6" w:rsidP="009849A6">
      <w:pPr>
        <w:pStyle w:val="Odstavecseseznamem"/>
        <w:rPr>
          <w:sz w:val="18"/>
          <w:szCs w:val="18"/>
        </w:rPr>
      </w:pPr>
    </w:p>
    <w:p w14:paraId="093F882D" w14:textId="77777777" w:rsidR="009849A6" w:rsidRPr="009849A6" w:rsidRDefault="009849A6" w:rsidP="009849A6">
      <w:pPr>
        <w:pStyle w:val="Odstavecseseznamem"/>
        <w:rPr>
          <w:sz w:val="18"/>
          <w:szCs w:val="18"/>
        </w:rPr>
      </w:pPr>
      <w:r w:rsidRPr="009849A6">
        <w:rPr>
          <w:sz w:val="18"/>
          <w:szCs w:val="18"/>
        </w:rPr>
        <w:t xml:space="preserve">Výsledky zapracování TASK v SAPu budou propadat do STKR, aby žadatel viděl stav řešení. </w:t>
      </w:r>
    </w:p>
    <w:p w14:paraId="6557D5DA" w14:textId="77777777" w:rsidR="009849A6" w:rsidRPr="009849A6" w:rsidRDefault="009849A6" w:rsidP="009849A6">
      <w:pPr>
        <w:pStyle w:val="Odstavecseseznamem"/>
        <w:rPr>
          <w:sz w:val="18"/>
          <w:szCs w:val="18"/>
        </w:rPr>
      </w:pPr>
      <w:r w:rsidRPr="009849A6">
        <w:rPr>
          <w:sz w:val="18"/>
          <w:szCs w:val="18"/>
        </w:rPr>
        <w:t xml:space="preserve">Požadujeme upravit řešení pro stávající notifikační e-maily vedoucím ze SAPu (ZHR_KONEC_KVAL_NOTIFIKACE) tak, aby nově obsahovali i deficity a osoby, u nichž nejsou zadány žádné požadavky na systemizovaném místě. </w:t>
      </w:r>
    </w:p>
    <w:p w14:paraId="75B3EC2D" w14:textId="77777777" w:rsidR="009849A6" w:rsidRPr="009849A6" w:rsidRDefault="009849A6" w:rsidP="009849A6">
      <w:pPr>
        <w:pStyle w:val="Odstavecseseznamem"/>
        <w:rPr>
          <w:sz w:val="18"/>
          <w:szCs w:val="18"/>
        </w:rPr>
      </w:pPr>
      <w:r w:rsidRPr="009849A6">
        <w:rPr>
          <w:b/>
          <w:bCs/>
          <w:sz w:val="18"/>
          <w:szCs w:val="18"/>
        </w:rPr>
        <w:t xml:space="preserve">Sestavy pro STKR generované ze SAPu (T+45) </w:t>
      </w:r>
    </w:p>
    <w:p w14:paraId="12786E57" w14:textId="77777777" w:rsidR="009849A6" w:rsidRPr="009849A6" w:rsidRDefault="009849A6" w:rsidP="009849A6">
      <w:pPr>
        <w:pStyle w:val="Odstavecseseznamem"/>
        <w:rPr>
          <w:sz w:val="18"/>
          <w:szCs w:val="18"/>
        </w:rPr>
      </w:pPr>
      <w:r w:rsidRPr="009849A6">
        <w:rPr>
          <w:sz w:val="18"/>
          <w:szCs w:val="18"/>
        </w:rPr>
        <w:t xml:space="preserve">Z důvodu zrychlení přehledových sestav pro vedoucí zaměstnance na straně STKR požadujeme sestavy, které se budou generovat/připravovat v SAPu a předávat do STKR? </w:t>
      </w:r>
    </w:p>
    <w:p w14:paraId="312DB9FA" w14:textId="77777777" w:rsidR="009849A6" w:rsidRPr="009849A6" w:rsidRDefault="009849A6" w:rsidP="009849A6">
      <w:pPr>
        <w:pStyle w:val="Odstavecseseznamem"/>
        <w:rPr>
          <w:sz w:val="18"/>
          <w:szCs w:val="18"/>
        </w:rPr>
      </w:pPr>
      <w:r w:rsidRPr="009849A6">
        <w:rPr>
          <w:sz w:val="18"/>
          <w:szCs w:val="18"/>
        </w:rPr>
        <w:t xml:space="preserve">Očekáváno je řešení, které umožní předat připravená data využívající sestavy (funkční modul apod.) se zachováním přístupu/oprávnění dle organizační struktury. Požadujeme data z reportů: </w:t>
      </w:r>
    </w:p>
    <w:p w14:paraId="42447267" w14:textId="77777777" w:rsidR="009849A6" w:rsidRPr="009849A6" w:rsidRDefault="009849A6" w:rsidP="009849A6">
      <w:pPr>
        <w:pStyle w:val="Odstavecseseznamem"/>
        <w:rPr>
          <w:sz w:val="18"/>
          <w:szCs w:val="18"/>
        </w:rPr>
      </w:pPr>
      <w:r w:rsidRPr="009849A6">
        <w:rPr>
          <w:sz w:val="18"/>
          <w:szCs w:val="18"/>
        </w:rPr>
        <w:t xml:space="preserve"> ZHR_Q_PREHLED Přehled kvalifikací – report </w:t>
      </w:r>
    </w:p>
    <w:p w14:paraId="56E5B74D" w14:textId="77777777" w:rsidR="009849A6" w:rsidRPr="009849A6" w:rsidRDefault="009849A6" w:rsidP="009849A6">
      <w:pPr>
        <w:pStyle w:val="Odstavecseseznamem"/>
        <w:rPr>
          <w:sz w:val="18"/>
          <w:szCs w:val="18"/>
        </w:rPr>
      </w:pPr>
      <w:r w:rsidRPr="009849A6">
        <w:rPr>
          <w:sz w:val="18"/>
          <w:szCs w:val="18"/>
        </w:rPr>
        <w:t xml:space="preserve"> ZHR_Q_KON Končící kvalifikace – report </w:t>
      </w:r>
    </w:p>
    <w:p w14:paraId="45B5F5AA" w14:textId="77777777" w:rsidR="009849A6" w:rsidRPr="009849A6" w:rsidRDefault="009849A6" w:rsidP="009849A6">
      <w:pPr>
        <w:pStyle w:val="Odstavecseseznamem"/>
        <w:rPr>
          <w:sz w:val="18"/>
          <w:szCs w:val="18"/>
        </w:rPr>
      </w:pPr>
      <w:r w:rsidRPr="009849A6">
        <w:rPr>
          <w:sz w:val="18"/>
          <w:szCs w:val="18"/>
        </w:rPr>
        <w:t xml:space="preserve"> ZHR_Q_DEF Kvalifikační deficity </w:t>
      </w:r>
    </w:p>
    <w:p w14:paraId="709E5BCA" w14:textId="77777777" w:rsidR="009849A6" w:rsidRPr="009849A6" w:rsidRDefault="009849A6" w:rsidP="009849A6">
      <w:pPr>
        <w:pStyle w:val="Odstavecseseznamem"/>
        <w:rPr>
          <w:sz w:val="18"/>
          <w:szCs w:val="18"/>
        </w:rPr>
      </w:pPr>
      <w:r w:rsidRPr="009849A6">
        <w:rPr>
          <w:sz w:val="18"/>
          <w:szCs w:val="18"/>
        </w:rPr>
        <w:t xml:space="preserve"> ZHR_Q_KEEP_CHECK Kontrolní report k udržení kvalifikací </w:t>
      </w:r>
    </w:p>
    <w:p w14:paraId="063436D8" w14:textId="77777777" w:rsidR="009849A6" w:rsidRPr="009849A6" w:rsidRDefault="009849A6" w:rsidP="009849A6">
      <w:pPr>
        <w:pStyle w:val="Odstavecseseznamem"/>
        <w:rPr>
          <w:sz w:val="18"/>
          <w:szCs w:val="18"/>
        </w:rPr>
      </w:pPr>
      <w:r w:rsidRPr="009849A6">
        <w:rPr>
          <w:sz w:val="18"/>
          <w:szCs w:val="18"/>
        </w:rPr>
        <w:t xml:space="preserve"> ZHR_E_PREHLED Přehled školení/kvalifikací </w:t>
      </w:r>
    </w:p>
    <w:p w14:paraId="1C28A3A9" w14:textId="77777777" w:rsidR="009849A6" w:rsidRPr="009849A6" w:rsidRDefault="009849A6" w:rsidP="009849A6">
      <w:pPr>
        <w:pStyle w:val="Odstavecseseznamem"/>
        <w:rPr>
          <w:sz w:val="18"/>
          <w:szCs w:val="18"/>
        </w:rPr>
      </w:pPr>
    </w:p>
    <w:p w14:paraId="5E1B3DCB" w14:textId="77777777" w:rsidR="009849A6" w:rsidRPr="009849A6" w:rsidRDefault="009849A6" w:rsidP="009849A6">
      <w:pPr>
        <w:pStyle w:val="Odstavecseseznamem"/>
        <w:rPr>
          <w:sz w:val="18"/>
          <w:szCs w:val="18"/>
        </w:rPr>
      </w:pPr>
      <w:r w:rsidRPr="009849A6">
        <w:rPr>
          <w:b/>
          <w:bCs/>
          <w:sz w:val="18"/>
          <w:szCs w:val="18"/>
        </w:rPr>
        <w:t xml:space="preserve">ZHR_Q_PREHLED: </w:t>
      </w:r>
    </w:p>
    <w:p w14:paraId="561E85D0" w14:textId="77777777" w:rsidR="009849A6" w:rsidRPr="009849A6" w:rsidRDefault="009849A6" w:rsidP="009849A6">
      <w:pPr>
        <w:pStyle w:val="Odstavecseseznamem"/>
        <w:rPr>
          <w:sz w:val="18"/>
          <w:szCs w:val="18"/>
        </w:rPr>
      </w:pPr>
      <w:r w:rsidRPr="009849A6">
        <w:rPr>
          <w:sz w:val="18"/>
          <w:szCs w:val="18"/>
        </w:rPr>
        <w:t xml:space="preserve">Rozhodný den: bude umět časové období </w:t>
      </w:r>
    </w:p>
    <w:p w14:paraId="6C005A12" w14:textId="77777777" w:rsidR="009849A6" w:rsidRPr="009849A6" w:rsidRDefault="009849A6" w:rsidP="009849A6">
      <w:pPr>
        <w:pStyle w:val="Odstavecseseznamem"/>
        <w:rPr>
          <w:sz w:val="18"/>
          <w:szCs w:val="18"/>
        </w:rPr>
      </w:pPr>
      <w:r w:rsidRPr="009849A6">
        <w:rPr>
          <w:sz w:val="18"/>
          <w:szCs w:val="18"/>
        </w:rPr>
        <w:t xml:space="preserve">Parametry: </w:t>
      </w:r>
    </w:p>
    <w:p w14:paraId="648C58C0" w14:textId="77777777" w:rsidR="009849A6" w:rsidRPr="009849A6" w:rsidRDefault="009849A6" w:rsidP="009849A6">
      <w:pPr>
        <w:pStyle w:val="Odstavecseseznamem"/>
        <w:rPr>
          <w:sz w:val="18"/>
          <w:szCs w:val="18"/>
        </w:rPr>
      </w:pPr>
      <w:r w:rsidRPr="009849A6">
        <w:rPr>
          <w:sz w:val="18"/>
          <w:szCs w:val="18"/>
        </w:rPr>
        <w:t xml:space="preserve"> rozhodný den (popř od-do) </w:t>
      </w:r>
    </w:p>
    <w:p w14:paraId="7735B376" w14:textId="77777777" w:rsidR="009849A6" w:rsidRPr="009849A6" w:rsidRDefault="009849A6" w:rsidP="009849A6">
      <w:pPr>
        <w:pStyle w:val="Odstavecseseznamem"/>
        <w:rPr>
          <w:sz w:val="18"/>
          <w:szCs w:val="18"/>
        </w:rPr>
      </w:pPr>
      <w:r w:rsidRPr="009849A6">
        <w:rPr>
          <w:sz w:val="18"/>
          <w:szCs w:val="18"/>
        </w:rPr>
        <w:t xml:space="preserve"> katalog kvalifikací z e-learningu – možno více hodnot </w:t>
      </w:r>
    </w:p>
    <w:p w14:paraId="62329D6B" w14:textId="77777777" w:rsidR="009849A6" w:rsidRPr="009849A6" w:rsidRDefault="009849A6" w:rsidP="009849A6">
      <w:pPr>
        <w:pStyle w:val="Odstavecseseznamem"/>
        <w:rPr>
          <w:sz w:val="18"/>
          <w:szCs w:val="18"/>
        </w:rPr>
      </w:pPr>
      <w:r w:rsidRPr="009849A6">
        <w:rPr>
          <w:sz w:val="18"/>
          <w:szCs w:val="18"/>
        </w:rPr>
        <w:t xml:space="preserve"> osobní čísla - možno více hodnot </w:t>
      </w:r>
    </w:p>
    <w:p w14:paraId="4ACDECE9" w14:textId="77777777" w:rsidR="009849A6" w:rsidRPr="009849A6" w:rsidRDefault="009849A6" w:rsidP="009849A6">
      <w:pPr>
        <w:pStyle w:val="Odstavecseseznamem"/>
        <w:rPr>
          <w:sz w:val="18"/>
          <w:szCs w:val="18"/>
        </w:rPr>
      </w:pPr>
      <w:r w:rsidRPr="009849A6">
        <w:rPr>
          <w:sz w:val="18"/>
          <w:szCs w:val="18"/>
        </w:rPr>
        <w:t xml:space="preserve"> negativní výběr </w:t>
      </w:r>
    </w:p>
    <w:p w14:paraId="590674B8" w14:textId="77777777" w:rsidR="009849A6" w:rsidRPr="009849A6" w:rsidRDefault="009849A6" w:rsidP="009849A6">
      <w:pPr>
        <w:pStyle w:val="Odstavecseseznamem"/>
        <w:rPr>
          <w:sz w:val="18"/>
          <w:szCs w:val="18"/>
        </w:rPr>
      </w:pPr>
    </w:p>
    <w:p w14:paraId="67B89B05" w14:textId="77777777" w:rsidR="009849A6" w:rsidRPr="009849A6" w:rsidRDefault="009849A6" w:rsidP="009849A6">
      <w:pPr>
        <w:pStyle w:val="Odstavecseseznamem"/>
        <w:rPr>
          <w:sz w:val="18"/>
          <w:szCs w:val="18"/>
        </w:rPr>
      </w:pPr>
      <w:r w:rsidRPr="009849A6">
        <w:rPr>
          <w:sz w:val="18"/>
          <w:szCs w:val="18"/>
        </w:rPr>
        <w:t xml:space="preserve">Výstup: </w:t>
      </w:r>
    </w:p>
    <w:p w14:paraId="30200966" w14:textId="77777777" w:rsidR="009849A6" w:rsidRPr="009849A6" w:rsidRDefault="009849A6" w:rsidP="009849A6">
      <w:pPr>
        <w:pStyle w:val="Odstavecseseznamem"/>
        <w:rPr>
          <w:sz w:val="18"/>
          <w:szCs w:val="18"/>
        </w:rPr>
      </w:pPr>
      <w:r w:rsidRPr="009849A6">
        <w:rPr>
          <w:sz w:val="18"/>
          <w:szCs w:val="18"/>
        </w:rPr>
        <w:t xml:space="preserve"> osobní číslo </w:t>
      </w:r>
    </w:p>
    <w:p w14:paraId="58156E30" w14:textId="77777777" w:rsidR="009849A6" w:rsidRPr="009849A6" w:rsidRDefault="009849A6" w:rsidP="009849A6">
      <w:pPr>
        <w:pStyle w:val="Odstavecseseznamem"/>
        <w:rPr>
          <w:sz w:val="18"/>
          <w:szCs w:val="18"/>
        </w:rPr>
      </w:pPr>
      <w:r w:rsidRPr="009849A6">
        <w:rPr>
          <w:sz w:val="18"/>
          <w:szCs w:val="18"/>
        </w:rPr>
        <w:t xml:space="preserve"> ID skupiny kvalifikací </w:t>
      </w:r>
    </w:p>
    <w:p w14:paraId="49310300" w14:textId="77777777" w:rsidR="009849A6" w:rsidRPr="009849A6" w:rsidRDefault="009849A6" w:rsidP="009849A6">
      <w:pPr>
        <w:pStyle w:val="Odstavecseseznamem"/>
        <w:rPr>
          <w:sz w:val="18"/>
          <w:szCs w:val="18"/>
        </w:rPr>
      </w:pPr>
      <w:r w:rsidRPr="009849A6">
        <w:rPr>
          <w:sz w:val="18"/>
          <w:szCs w:val="18"/>
        </w:rPr>
        <w:t xml:space="preserve"> skupina kvalifikací text </w:t>
      </w:r>
    </w:p>
    <w:p w14:paraId="784CEF7D" w14:textId="77777777" w:rsidR="009849A6" w:rsidRPr="009849A6" w:rsidRDefault="009849A6" w:rsidP="009849A6">
      <w:pPr>
        <w:pStyle w:val="Odstavecseseznamem"/>
        <w:rPr>
          <w:sz w:val="18"/>
          <w:szCs w:val="18"/>
        </w:rPr>
      </w:pPr>
      <w:r w:rsidRPr="009849A6">
        <w:rPr>
          <w:sz w:val="18"/>
          <w:szCs w:val="18"/>
        </w:rPr>
        <w:t xml:space="preserve"> ID kvalifikace </w:t>
      </w:r>
    </w:p>
    <w:p w14:paraId="3A8C7C1B" w14:textId="77777777" w:rsidR="009849A6" w:rsidRPr="009849A6" w:rsidRDefault="009849A6" w:rsidP="009849A6">
      <w:pPr>
        <w:pStyle w:val="Odstavecseseznamem"/>
        <w:rPr>
          <w:sz w:val="18"/>
          <w:szCs w:val="18"/>
        </w:rPr>
      </w:pPr>
      <w:r w:rsidRPr="009849A6">
        <w:rPr>
          <w:sz w:val="18"/>
          <w:szCs w:val="18"/>
        </w:rPr>
        <w:t xml:space="preserve"> kvalifikace text </w:t>
      </w:r>
    </w:p>
    <w:p w14:paraId="3A81EEA7" w14:textId="77777777" w:rsidR="009849A6" w:rsidRPr="009849A6" w:rsidRDefault="009849A6" w:rsidP="009849A6">
      <w:pPr>
        <w:pStyle w:val="Odstavecseseznamem"/>
        <w:rPr>
          <w:sz w:val="18"/>
          <w:szCs w:val="18"/>
        </w:rPr>
      </w:pPr>
      <w:r w:rsidRPr="009849A6">
        <w:rPr>
          <w:sz w:val="18"/>
          <w:szCs w:val="18"/>
        </w:rPr>
        <w:t xml:space="preserve"> počáteční datum </w:t>
      </w:r>
    </w:p>
    <w:p w14:paraId="25AD4427" w14:textId="77777777" w:rsidR="009849A6" w:rsidRPr="009849A6" w:rsidRDefault="009849A6" w:rsidP="009849A6">
      <w:pPr>
        <w:pStyle w:val="Odstavecseseznamem"/>
        <w:rPr>
          <w:sz w:val="18"/>
          <w:szCs w:val="18"/>
        </w:rPr>
      </w:pPr>
      <w:r w:rsidRPr="009849A6">
        <w:rPr>
          <w:sz w:val="18"/>
          <w:szCs w:val="18"/>
        </w:rPr>
        <w:t xml:space="preserve"> koncové datum </w:t>
      </w:r>
    </w:p>
    <w:p w14:paraId="031C4A96" w14:textId="77777777" w:rsidR="009849A6" w:rsidRPr="009849A6" w:rsidRDefault="009849A6" w:rsidP="009849A6">
      <w:pPr>
        <w:pStyle w:val="Odstavecseseznamem"/>
        <w:rPr>
          <w:sz w:val="18"/>
          <w:szCs w:val="18"/>
        </w:rPr>
      </w:pPr>
    </w:p>
    <w:p w14:paraId="6F661BBB" w14:textId="77777777" w:rsidR="009849A6" w:rsidRPr="009849A6" w:rsidRDefault="009849A6" w:rsidP="009849A6">
      <w:pPr>
        <w:pStyle w:val="Odstavecseseznamem"/>
        <w:rPr>
          <w:sz w:val="18"/>
          <w:szCs w:val="18"/>
        </w:rPr>
      </w:pPr>
      <w:r w:rsidRPr="009849A6">
        <w:rPr>
          <w:b/>
          <w:bCs/>
          <w:sz w:val="18"/>
          <w:szCs w:val="18"/>
        </w:rPr>
        <w:t xml:space="preserve">ZHR_Q_KON: </w:t>
      </w:r>
    </w:p>
    <w:p w14:paraId="3B42BA77" w14:textId="77777777" w:rsidR="009849A6" w:rsidRPr="009849A6" w:rsidRDefault="009849A6" w:rsidP="009849A6">
      <w:pPr>
        <w:pStyle w:val="Odstavecseseznamem"/>
        <w:rPr>
          <w:sz w:val="18"/>
          <w:szCs w:val="18"/>
        </w:rPr>
      </w:pPr>
      <w:r w:rsidRPr="009849A6">
        <w:rPr>
          <w:sz w:val="18"/>
          <w:szCs w:val="18"/>
        </w:rPr>
        <w:t xml:space="preserve">Parametry: </w:t>
      </w:r>
    </w:p>
    <w:p w14:paraId="09F8366F" w14:textId="77777777" w:rsidR="009849A6" w:rsidRPr="009849A6" w:rsidRDefault="009849A6" w:rsidP="009849A6">
      <w:pPr>
        <w:pStyle w:val="Odstavecseseznamem"/>
        <w:rPr>
          <w:sz w:val="18"/>
          <w:szCs w:val="18"/>
        </w:rPr>
      </w:pPr>
      <w:r w:rsidRPr="009849A6">
        <w:rPr>
          <w:sz w:val="18"/>
          <w:szCs w:val="18"/>
        </w:rPr>
        <w:t xml:space="preserve"> období vyhodnocení od-do </w:t>
      </w:r>
    </w:p>
    <w:p w14:paraId="124CF394" w14:textId="77777777" w:rsidR="009849A6" w:rsidRPr="009849A6" w:rsidRDefault="009849A6" w:rsidP="009849A6">
      <w:pPr>
        <w:pStyle w:val="Odstavecseseznamem"/>
        <w:rPr>
          <w:sz w:val="18"/>
          <w:szCs w:val="18"/>
        </w:rPr>
      </w:pPr>
      <w:r w:rsidRPr="009849A6">
        <w:rPr>
          <w:sz w:val="18"/>
          <w:szCs w:val="18"/>
        </w:rPr>
        <w:t xml:space="preserve"> katalog kvalifikací z e-learningu – možno více hodnot </w:t>
      </w:r>
    </w:p>
    <w:p w14:paraId="2D293189" w14:textId="77777777" w:rsidR="009849A6" w:rsidRPr="009849A6" w:rsidRDefault="009849A6" w:rsidP="009849A6">
      <w:pPr>
        <w:pStyle w:val="Odstavecseseznamem"/>
        <w:rPr>
          <w:sz w:val="18"/>
          <w:szCs w:val="18"/>
        </w:rPr>
      </w:pPr>
      <w:r w:rsidRPr="009849A6">
        <w:rPr>
          <w:sz w:val="18"/>
          <w:szCs w:val="18"/>
        </w:rPr>
        <w:t xml:space="preserve"> osobní čísla - možno více hodnot </w:t>
      </w:r>
    </w:p>
    <w:p w14:paraId="205E1429" w14:textId="77777777" w:rsidR="009849A6" w:rsidRPr="009849A6" w:rsidRDefault="009849A6" w:rsidP="009849A6">
      <w:pPr>
        <w:pStyle w:val="Odstavecseseznamem"/>
        <w:rPr>
          <w:sz w:val="18"/>
          <w:szCs w:val="18"/>
        </w:rPr>
      </w:pPr>
    </w:p>
    <w:p w14:paraId="543835FF" w14:textId="77777777" w:rsidR="009849A6" w:rsidRPr="009849A6" w:rsidRDefault="009849A6" w:rsidP="009849A6">
      <w:pPr>
        <w:pStyle w:val="Odstavecseseznamem"/>
        <w:rPr>
          <w:sz w:val="18"/>
          <w:szCs w:val="18"/>
        </w:rPr>
      </w:pPr>
      <w:r w:rsidRPr="009849A6">
        <w:rPr>
          <w:sz w:val="18"/>
          <w:szCs w:val="18"/>
        </w:rPr>
        <w:t xml:space="preserve">Výstup: </w:t>
      </w:r>
    </w:p>
    <w:p w14:paraId="0B7C4DF5" w14:textId="77777777" w:rsidR="009849A6" w:rsidRPr="009849A6" w:rsidRDefault="009849A6" w:rsidP="009849A6">
      <w:pPr>
        <w:pStyle w:val="Odstavecseseznamem"/>
        <w:rPr>
          <w:sz w:val="18"/>
          <w:szCs w:val="18"/>
        </w:rPr>
      </w:pPr>
      <w:r w:rsidRPr="009849A6">
        <w:rPr>
          <w:sz w:val="18"/>
          <w:szCs w:val="18"/>
        </w:rPr>
        <w:t xml:space="preserve">ID kvalifikace </w:t>
      </w:r>
    </w:p>
    <w:p w14:paraId="3AC76D12" w14:textId="77777777" w:rsidR="009849A6" w:rsidRPr="009849A6" w:rsidRDefault="009849A6" w:rsidP="009849A6">
      <w:pPr>
        <w:pStyle w:val="Odstavecseseznamem"/>
        <w:rPr>
          <w:sz w:val="18"/>
          <w:szCs w:val="18"/>
        </w:rPr>
      </w:pPr>
      <w:r w:rsidRPr="009849A6">
        <w:rPr>
          <w:sz w:val="18"/>
          <w:szCs w:val="18"/>
        </w:rPr>
        <w:t xml:space="preserve"> kvalifikace text </w:t>
      </w:r>
    </w:p>
    <w:p w14:paraId="0FB026CE" w14:textId="77777777" w:rsidR="009849A6" w:rsidRPr="009849A6" w:rsidRDefault="009849A6" w:rsidP="009849A6">
      <w:pPr>
        <w:pStyle w:val="Odstavecseseznamem"/>
        <w:rPr>
          <w:sz w:val="18"/>
          <w:szCs w:val="18"/>
        </w:rPr>
      </w:pPr>
      <w:r w:rsidRPr="009849A6">
        <w:rPr>
          <w:sz w:val="18"/>
          <w:szCs w:val="18"/>
        </w:rPr>
        <w:t xml:space="preserve"> počáteční datum </w:t>
      </w:r>
    </w:p>
    <w:p w14:paraId="73CD6973" w14:textId="77777777" w:rsidR="009849A6" w:rsidRPr="009849A6" w:rsidRDefault="009849A6" w:rsidP="009849A6">
      <w:pPr>
        <w:pStyle w:val="Odstavecseseznamem"/>
        <w:rPr>
          <w:sz w:val="18"/>
          <w:szCs w:val="18"/>
        </w:rPr>
      </w:pPr>
      <w:r w:rsidRPr="009849A6">
        <w:rPr>
          <w:sz w:val="18"/>
          <w:szCs w:val="18"/>
        </w:rPr>
        <w:t xml:space="preserve"> koncové datum </w:t>
      </w:r>
    </w:p>
    <w:p w14:paraId="2A535EF5" w14:textId="77777777" w:rsidR="009849A6" w:rsidRPr="009849A6" w:rsidRDefault="009849A6" w:rsidP="009849A6">
      <w:pPr>
        <w:pStyle w:val="Odstavecseseznamem"/>
        <w:rPr>
          <w:sz w:val="18"/>
          <w:szCs w:val="18"/>
        </w:rPr>
      </w:pPr>
      <w:r w:rsidRPr="009849A6">
        <w:rPr>
          <w:sz w:val="18"/>
          <w:szCs w:val="18"/>
        </w:rPr>
        <w:t xml:space="preserve"> osobní číslo </w:t>
      </w:r>
    </w:p>
    <w:p w14:paraId="5B6EB259" w14:textId="77777777" w:rsidR="009849A6" w:rsidRPr="009849A6" w:rsidRDefault="009849A6" w:rsidP="009849A6">
      <w:pPr>
        <w:pStyle w:val="Odstavecseseznamem"/>
        <w:rPr>
          <w:sz w:val="18"/>
          <w:szCs w:val="18"/>
        </w:rPr>
      </w:pPr>
      <w:r w:rsidRPr="009849A6">
        <w:rPr>
          <w:sz w:val="18"/>
          <w:szCs w:val="18"/>
        </w:rPr>
        <w:t xml:space="preserve"> zda je požadováno (ano/ne) - zatím není, ale bude rozšířeno </w:t>
      </w:r>
    </w:p>
    <w:p w14:paraId="40BCD5E7" w14:textId="77777777" w:rsidR="009849A6" w:rsidRPr="009849A6" w:rsidRDefault="009849A6" w:rsidP="009849A6">
      <w:pPr>
        <w:pStyle w:val="Odstavecseseznamem"/>
        <w:rPr>
          <w:sz w:val="18"/>
          <w:szCs w:val="18"/>
        </w:rPr>
      </w:pPr>
    </w:p>
    <w:p w14:paraId="2766C308" w14:textId="77777777" w:rsidR="009849A6" w:rsidRPr="009849A6" w:rsidRDefault="009849A6" w:rsidP="009849A6">
      <w:pPr>
        <w:pStyle w:val="Odstavecseseznamem"/>
        <w:rPr>
          <w:sz w:val="18"/>
          <w:szCs w:val="18"/>
        </w:rPr>
      </w:pPr>
      <w:r w:rsidRPr="009849A6">
        <w:rPr>
          <w:b/>
          <w:bCs/>
          <w:sz w:val="18"/>
          <w:szCs w:val="18"/>
        </w:rPr>
        <w:t xml:space="preserve">ZHR_Q_DEF: </w:t>
      </w:r>
    </w:p>
    <w:p w14:paraId="2C54C1A8" w14:textId="77777777" w:rsidR="009849A6" w:rsidRPr="009849A6" w:rsidRDefault="009849A6" w:rsidP="009849A6">
      <w:pPr>
        <w:pStyle w:val="Odstavecseseznamem"/>
        <w:rPr>
          <w:sz w:val="18"/>
          <w:szCs w:val="18"/>
        </w:rPr>
      </w:pPr>
      <w:r w:rsidRPr="009849A6">
        <w:rPr>
          <w:sz w:val="18"/>
          <w:szCs w:val="18"/>
        </w:rPr>
        <w:t xml:space="preserve">Parametry: </w:t>
      </w:r>
    </w:p>
    <w:p w14:paraId="4A9602E7" w14:textId="77777777" w:rsidR="009849A6" w:rsidRPr="009849A6" w:rsidRDefault="009849A6" w:rsidP="009849A6">
      <w:pPr>
        <w:pStyle w:val="Odstavecseseznamem"/>
        <w:rPr>
          <w:sz w:val="18"/>
          <w:szCs w:val="18"/>
        </w:rPr>
      </w:pPr>
      <w:r w:rsidRPr="009849A6">
        <w:rPr>
          <w:sz w:val="18"/>
          <w:szCs w:val="18"/>
        </w:rPr>
        <w:t xml:space="preserve"> rozhodný den </w:t>
      </w:r>
    </w:p>
    <w:p w14:paraId="77FA2C95" w14:textId="77777777" w:rsidR="009849A6" w:rsidRPr="009849A6" w:rsidRDefault="009849A6" w:rsidP="009849A6">
      <w:pPr>
        <w:pStyle w:val="Odstavecseseznamem"/>
        <w:rPr>
          <w:sz w:val="18"/>
          <w:szCs w:val="18"/>
        </w:rPr>
      </w:pPr>
      <w:r w:rsidRPr="009849A6">
        <w:rPr>
          <w:sz w:val="18"/>
          <w:szCs w:val="18"/>
        </w:rPr>
        <w:t xml:space="preserve"> osobní číslo </w:t>
      </w:r>
    </w:p>
    <w:p w14:paraId="538D5A12" w14:textId="77777777" w:rsidR="009849A6" w:rsidRPr="009849A6" w:rsidRDefault="009849A6" w:rsidP="009849A6">
      <w:pPr>
        <w:pStyle w:val="Odstavecseseznamem"/>
        <w:rPr>
          <w:sz w:val="18"/>
          <w:szCs w:val="18"/>
        </w:rPr>
      </w:pPr>
      <w:r w:rsidRPr="009849A6">
        <w:rPr>
          <w:sz w:val="18"/>
          <w:szCs w:val="18"/>
        </w:rPr>
        <w:t xml:space="preserve"> katalog kvalifikací z e-learningu </w:t>
      </w:r>
    </w:p>
    <w:p w14:paraId="70C54DD0" w14:textId="77777777" w:rsidR="009849A6" w:rsidRPr="009849A6" w:rsidRDefault="009849A6" w:rsidP="009849A6">
      <w:pPr>
        <w:pStyle w:val="Odstavecseseznamem"/>
        <w:rPr>
          <w:sz w:val="18"/>
          <w:szCs w:val="18"/>
        </w:rPr>
      </w:pPr>
    </w:p>
    <w:p w14:paraId="5C470645" w14:textId="77777777" w:rsidR="009849A6" w:rsidRPr="009849A6" w:rsidRDefault="009849A6" w:rsidP="009849A6">
      <w:pPr>
        <w:pStyle w:val="Odstavecseseznamem"/>
        <w:rPr>
          <w:sz w:val="18"/>
          <w:szCs w:val="18"/>
        </w:rPr>
      </w:pPr>
      <w:r w:rsidRPr="009849A6">
        <w:rPr>
          <w:sz w:val="18"/>
          <w:szCs w:val="18"/>
        </w:rPr>
        <w:t xml:space="preserve">Výstup: </w:t>
      </w:r>
    </w:p>
    <w:p w14:paraId="2BC85983" w14:textId="77777777" w:rsidR="009849A6" w:rsidRPr="009849A6" w:rsidRDefault="009849A6" w:rsidP="009849A6">
      <w:pPr>
        <w:pStyle w:val="Odstavecseseznamem"/>
        <w:rPr>
          <w:sz w:val="18"/>
          <w:szCs w:val="18"/>
        </w:rPr>
      </w:pPr>
      <w:r w:rsidRPr="009849A6">
        <w:rPr>
          <w:sz w:val="18"/>
          <w:szCs w:val="18"/>
        </w:rPr>
        <w:t xml:space="preserve"> ID kvalifikace </w:t>
      </w:r>
    </w:p>
    <w:p w14:paraId="401EC544" w14:textId="77777777" w:rsidR="009849A6" w:rsidRPr="009849A6" w:rsidRDefault="009849A6" w:rsidP="009849A6">
      <w:pPr>
        <w:pStyle w:val="Odstavecseseznamem"/>
        <w:rPr>
          <w:sz w:val="18"/>
          <w:szCs w:val="18"/>
        </w:rPr>
      </w:pPr>
      <w:r w:rsidRPr="009849A6">
        <w:rPr>
          <w:sz w:val="18"/>
          <w:szCs w:val="18"/>
        </w:rPr>
        <w:t xml:space="preserve"> kvalifikace text </w:t>
      </w:r>
    </w:p>
    <w:p w14:paraId="778290E6" w14:textId="77777777" w:rsidR="009849A6" w:rsidRPr="009849A6" w:rsidRDefault="009849A6" w:rsidP="009849A6">
      <w:pPr>
        <w:pStyle w:val="Odstavecseseznamem"/>
        <w:rPr>
          <w:sz w:val="18"/>
          <w:szCs w:val="18"/>
        </w:rPr>
      </w:pPr>
      <w:r w:rsidRPr="009849A6">
        <w:rPr>
          <w:sz w:val="18"/>
          <w:szCs w:val="18"/>
        </w:rPr>
        <w:t xml:space="preserve"> osobní číslo </w:t>
      </w:r>
    </w:p>
    <w:p w14:paraId="66FDC788" w14:textId="77777777" w:rsidR="009849A6" w:rsidRPr="009849A6" w:rsidRDefault="009849A6" w:rsidP="009849A6">
      <w:pPr>
        <w:pStyle w:val="Odstavecseseznamem"/>
        <w:rPr>
          <w:sz w:val="18"/>
          <w:szCs w:val="18"/>
        </w:rPr>
      </w:pPr>
      <w:r w:rsidRPr="009849A6">
        <w:rPr>
          <w:sz w:val="18"/>
          <w:szCs w:val="18"/>
        </w:rPr>
        <w:t xml:space="preserve"> ID skupiny kvalifikací </w:t>
      </w:r>
    </w:p>
    <w:p w14:paraId="30DC8F8A" w14:textId="77777777" w:rsidR="009849A6" w:rsidRPr="009849A6" w:rsidRDefault="009849A6" w:rsidP="009849A6">
      <w:pPr>
        <w:pStyle w:val="Odstavecseseznamem"/>
        <w:rPr>
          <w:sz w:val="18"/>
          <w:szCs w:val="18"/>
        </w:rPr>
      </w:pPr>
      <w:r w:rsidRPr="009849A6">
        <w:rPr>
          <w:sz w:val="18"/>
          <w:szCs w:val="18"/>
        </w:rPr>
        <w:t xml:space="preserve"> skupina kvalifikací text </w:t>
      </w:r>
    </w:p>
    <w:p w14:paraId="187B6086" w14:textId="77777777" w:rsidR="009849A6" w:rsidRPr="009849A6" w:rsidRDefault="009849A6" w:rsidP="009849A6">
      <w:pPr>
        <w:pStyle w:val="Odstavecseseznamem"/>
        <w:rPr>
          <w:sz w:val="18"/>
          <w:szCs w:val="18"/>
        </w:rPr>
      </w:pPr>
      <w:r w:rsidRPr="009849A6">
        <w:rPr>
          <w:sz w:val="18"/>
          <w:szCs w:val="18"/>
        </w:rPr>
        <w:t xml:space="preserve"> požadováno - ano/ne </w:t>
      </w:r>
    </w:p>
    <w:p w14:paraId="5032C1C8" w14:textId="77777777" w:rsidR="009849A6" w:rsidRPr="009849A6" w:rsidRDefault="009849A6" w:rsidP="009849A6">
      <w:pPr>
        <w:pStyle w:val="Odstavecseseznamem"/>
        <w:rPr>
          <w:sz w:val="18"/>
          <w:szCs w:val="18"/>
        </w:rPr>
      </w:pPr>
      <w:r w:rsidRPr="009849A6">
        <w:rPr>
          <w:sz w:val="18"/>
          <w:szCs w:val="18"/>
        </w:rPr>
        <w:t xml:space="preserve"> splňuje - ano/ne </w:t>
      </w:r>
    </w:p>
    <w:p w14:paraId="4640EBF9" w14:textId="77777777" w:rsidR="009849A6" w:rsidRPr="009849A6" w:rsidRDefault="009849A6" w:rsidP="009849A6">
      <w:pPr>
        <w:pStyle w:val="Odstavecseseznamem"/>
        <w:rPr>
          <w:sz w:val="18"/>
          <w:szCs w:val="18"/>
        </w:rPr>
      </w:pPr>
      <w:r w:rsidRPr="009849A6">
        <w:rPr>
          <w:sz w:val="18"/>
          <w:szCs w:val="18"/>
        </w:rPr>
        <w:t xml:space="preserve"> náhradní kvalifikace </w:t>
      </w:r>
    </w:p>
    <w:p w14:paraId="43A992E3" w14:textId="77777777" w:rsidR="009849A6" w:rsidRPr="009849A6" w:rsidRDefault="009849A6" w:rsidP="009849A6">
      <w:pPr>
        <w:pStyle w:val="Odstavecseseznamem"/>
        <w:rPr>
          <w:sz w:val="18"/>
          <w:szCs w:val="18"/>
        </w:rPr>
      </w:pPr>
    </w:p>
    <w:p w14:paraId="5B74E9BA" w14:textId="77777777" w:rsidR="009849A6" w:rsidRPr="009849A6" w:rsidRDefault="009849A6" w:rsidP="009849A6">
      <w:pPr>
        <w:pStyle w:val="Odstavecseseznamem"/>
        <w:rPr>
          <w:sz w:val="18"/>
          <w:szCs w:val="18"/>
        </w:rPr>
      </w:pPr>
      <w:r w:rsidRPr="009849A6">
        <w:rPr>
          <w:b/>
          <w:bCs/>
          <w:sz w:val="18"/>
          <w:szCs w:val="18"/>
        </w:rPr>
        <w:t xml:space="preserve">ZHR_Q_KEEP_CHECK </w:t>
      </w:r>
    </w:p>
    <w:p w14:paraId="2F37678D" w14:textId="77777777" w:rsidR="009849A6" w:rsidRPr="009849A6" w:rsidRDefault="009849A6" w:rsidP="009849A6">
      <w:pPr>
        <w:pStyle w:val="Odstavecseseznamem"/>
        <w:rPr>
          <w:sz w:val="18"/>
          <w:szCs w:val="18"/>
        </w:rPr>
      </w:pPr>
      <w:r w:rsidRPr="009849A6">
        <w:rPr>
          <w:sz w:val="18"/>
          <w:szCs w:val="18"/>
        </w:rPr>
        <w:t xml:space="preserve">Parametry: </w:t>
      </w:r>
    </w:p>
    <w:p w14:paraId="7B8C6409" w14:textId="77777777" w:rsidR="009849A6" w:rsidRPr="009849A6" w:rsidRDefault="009849A6" w:rsidP="009849A6">
      <w:pPr>
        <w:pStyle w:val="Odstavecseseznamem"/>
        <w:rPr>
          <w:sz w:val="18"/>
          <w:szCs w:val="18"/>
        </w:rPr>
      </w:pPr>
      <w:r w:rsidRPr="009849A6">
        <w:rPr>
          <w:sz w:val="18"/>
          <w:szCs w:val="18"/>
        </w:rPr>
        <w:t xml:space="preserve"> rozhodný den </w:t>
      </w:r>
    </w:p>
    <w:p w14:paraId="53E6A8FA" w14:textId="77777777" w:rsidR="009849A6" w:rsidRPr="009849A6" w:rsidRDefault="009849A6" w:rsidP="009849A6">
      <w:pPr>
        <w:pStyle w:val="Odstavecseseznamem"/>
        <w:rPr>
          <w:sz w:val="18"/>
          <w:szCs w:val="18"/>
        </w:rPr>
      </w:pPr>
      <w:r w:rsidRPr="009849A6">
        <w:rPr>
          <w:sz w:val="18"/>
          <w:szCs w:val="18"/>
        </w:rPr>
        <w:t xml:space="preserve"> osobní číslo </w:t>
      </w:r>
    </w:p>
    <w:p w14:paraId="52ED5476" w14:textId="77777777" w:rsidR="009849A6" w:rsidRPr="009849A6" w:rsidRDefault="009849A6" w:rsidP="009849A6">
      <w:pPr>
        <w:pStyle w:val="Odstavecseseznamem"/>
        <w:rPr>
          <w:sz w:val="18"/>
          <w:szCs w:val="18"/>
        </w:rPr>
      </w:pPr>
      <w:r w:rsidRPr="009849A6">
        <w:rPr>
          <w:sz w:val="18"/>
          <w:szCs w:val="18"/>
        </w:rPr>
        <w:t xml:space="preserve"> organizační jednotka </w:t>
      </w:r>
    </w:p>
    <w:p w14:paraId="75CE244E" w14:textId="77777777" w:rsidR="009849A6" w:rsidRPr="009849A6" w:rsidRDefault="009849A6" w:rsidP="009849A6">
      <w:pPr>
        <w:pStyle w:val="Odstavecseseznamem"/>
        <w:rPr>
          <w:sz w:val="18"/>
          <w:szCs w:val="18"/>
        </w:rPr>
      </w:pPr>
      <w:r w:rsidRPr="009849A6">
        <w:rPr>
          <w:sz w:val="18"/>
          <w:szCs w:val="18"/>
        </w:rPr>
        <w:t xml:space="preserve"> katalog kvalifikací z e-learningu </w:t>
      </w:r>
    </w:p>
    <w:p w14:paraId="0053C4B1" w14:textId="77777777" w:rsidR="009849A6" w:rsidRPr="009849A6" w:rsidRDefault="009849A6" w:rsidP="009849A6">
      <w:pPr>
        <w:pStyle w:val="Odstavecseseznamem"/>
        <w:rPr>
          <w:sz w:val="18"/>
          <w:szCs w:val="18"/>
        </w:rPr>
      </w:pPr>
    </w:p>
    <w:p w14:paraId="28AD739F" w14:textId="77777777" w:rsidR="009849A6" w:rsidRPr="009849A6" w:rsidRDefault="009849A6" w:rsidP="009849A6">
      <w:pPr>
        <w:pStyle w:val="Odstavecseseznamem"/>
        <w:rPr>
          <w:sz w:val="18"/>
          <w:szCs w:val="18"/>
        </w:rPr>
      </w:pPr>
      <w:r w:rsidRPr="009849A6">
        <w:rPr>
          <w:sz w:val="18"/>
          <w:szCs w:val="18"/>
        </w:rPr>
        <w:t xml:space="preserve">Výstup: </w:t>
      </w:r>
    </w:p>
    <w:p w14:paraId="213972E2" w14:textId="77777777" w:rsidR="009849A6" w:rsidRPr="009849A6" w:rsidRDefault="009849A6" w:rsidP="009849A6">
      <w:pPr>
        <w:pStyle w:val="Odstavecseseznamem"/>
        <w:rPr>
          <w:sz w:val="18"/>
          <w:szCs w:val="18"/>
        </w:rPr>
      </w:pPr>
      <w:r w:rsidRPr="009849A6">
        <w:rPr>
          <w:sz w:val="18"/>
          <w:szCs w:val="18"/>
        </w:rPr>
        <w:t xml:space="preserve"> Osobní číslo </w:t>
      </w:r>
    </w:p>
    <w:p w14:paraId="33F8FAFB" w14:textId="77777777" w:rsidR="009849A6" w:rsidRPr="009849A6" w:rsidRDefault="009849A6" w:rsidP="009849A6">
      <w:pPr>
        <w:pStyle w:val="Odstavecseseznamem"/>
        <w:rPr>
          <w:sz w:val="18"/>
          <w:szCs w:val="18"/>
        </w:rPr>
      </w:pPr>
      <w:r w:rsidRPr="009849A6">
        <w:rPr>
          <w:sz w:val="18"/>
          <w:szCs w:val="18"/>
        </w:rPr>
        <w:t xml:space="preserve"> Příjmení </w:t>
      </w:r>
    </w:p>
    <w:p w14:paraId="71C12F78" w14:textId="77777777" w:rsidR="009849A6" w:rsidRPr="009849A6" w:rsidRDefault="009849A6" w:rsidP="009849A6">
      <w:pPr>
        <w:pStyle w:val="Odstavecseseznamem"/>
        <w:rPr>
          <w:sz w:val="18"/>
          <w:szCs w:val="18"/>
        </w:rPr>
      </w:pPr>
      <w:r w:rsidRPr="009849A6">
        <w:rPr>
          <w:sz w:val="18"/>
          <w:szCs w:val="18"/>
        </w:rPr>
        <w:t xml:space="preserve"> Jméno </w:t>
      </w:r>
    </w:p>
    <w:p w14:paraId="1B4708F4" w14:textId="77777777" w:rsidR="009849A6" w:rsidRPr="009849A6" w:rsidRDefault="009849A6" w:rsidP="009849A6">
      <w:pPr>
        <w:pStyle w:val="Odstavecseseznamem"/>
        <w:rPr>
          <w:sz w:val="18"/>
          <w:szCs w:val="18"/>
        </w:rPr>
      </w:pPr>
      <w:r w:rsidRPr="009849A6">
        <w:rPr>
          <w:sz w:val="18"/>
          <w:szCs w:val="18"/>
        </w:rPr>
        <w:t xml:space="preserve"> Příjmení a jméno </w:t>
      </w:r>
    </w:p>
    <w:p w14:paraId="0F2F43F2" w14:textId="77777777" w:rsidR="009849A6" w:rsidRPr="009849A6" w:rsidRDefault="009849A6" w:rsidP="009849A6">
      <w:pPr>
        <w:pStyle w:val="Odstavecseseznamem"/>
        <w:rPr>
          <w:sz w:val="18"/>
          <w:szCs w:val="18"/>
        </w:rPr>
      </w:pPr>
      <w:r w:rsidRPr="009849A6">
        <w:rPr>
          <w:sz w:val="18"/>
          <w:szCs w:val="18"/>
        </w:rPr>
        <w:t xml:space="preserve"> ID plánovaného místa </w:t>
      </w:r>
    </w:p>
    <w:p w14:paraId="234E6372" w14:textId="77777777" w:rsidR="009849A6" w:rsidRPr="009849A6" w:rsidRDefault="009849A6" w:rsidP="009849A6">
      <w:pPr>
        <w:pStyle w:val="Odstavecseseznamem"/>
        <w:rPr>
          <w:sz w:val="18"/>
          <w:szCs w:val="18"/>
        </w:rPr>
      </w:pPr>
      <w:r w:rsidRPr="009849A6">
        <w:rPr>
          <w:sz w:val="18"/>
          <w:szCs w:val="18"/>
        </w:rPr>
        <w:t xml:space="preserve"> Označení plánovaného místa </w:t>
      </w:r>
    </w:p>
    <w:p w14:paraId="1149DFAA" w14:textId="77777777" w:rsidR="009849A6" w:rsidRPr="009849A6" w:rsidRDefault="009849A6" w:rsidP="009849A6">
      <w:pPr>
        <w:pStyle w:val="Odstavecseseznamem"/>
        <w:rPr>
          <w:sz w:val="18"/>
          <w:szCs w:val="18"/>
        </w:rPr>
      </w:pPr>
      <w:r w:rsidRPr="009849A6">
        <w:rPr>
          <w:sz w:val="18"/>
          <w:szCs w:val="18"/>
        </w:rPr>
        <w:t xml:space="preserve"> ID organizační jednotky </w:t>
      </w:r>
    </w:p>
    <w:p w14:paraId="5A1628AA" w14:textId="77777777" w:rsidR="009849A6" w:rsidRPr="009849A6" w:rsidRDefault="009849A6" w:rsidP="009849A6">
      <w:pPr>
        <w:pStyle w:val="Odstavecseseznamem"/>
        <w:rPr>
          <w:sz w:val="18"/>
          <w:szCs w:val="18"/>
        </w:rPr>
      </w:pPr>
      <w:r w:rsidRPr="009849A6">
        <w:rPr>
          <w:sz w:val="18"/>
          <w:szCs w:val="18"/>
        </w:rPr>
        <w:t xml:space="preserve"> Označení organizační jednotky </w:t>
      </w:r>
    </w:p>
    <w:p w14:paraId="1F22EC88" w14:textId="77777777" w:rsidR="009849A6" w:rsidRPr="009849A6" w:rsidRDefault="009849A6" w:rsidP="009849A6">
      <w:pPr>
        <w:pStyle w:val="Odstavecseseznamem"/>
        <w:rPr>
          <w:sz w:val="18"/>
          <w:szCs w:val="18"/>
        </w:rPr>
      </w:pPr>
      <w:r w:rsidRPr="009849A6">
        <w:rPr>
          <w:sz w:val="18"/>
          <w:szCs w:val="18"/>
        </w:rPr>
        <w:t xml:space="preserve"> ID kvalifikace </w:t>
      </w:r>
    </w:p>
    <w:p w14:paraId="19D8F107" w14:textId="77777777" w:rsidR="009849A6" w:rsidRPr="009849A6" w:rsidRDefault="009849A6" w:rsidP="009849A6">
      <w:pPr>
        <w:pStyle w:val="Odstavecseseznamem"/>
        <w:rPr>
          <w:sz w:val="18"/>
          <w:szCs w:val="18"/>
        </w:rPr>
      </w:pPr>
      <w:r w:rsidRPr="009849A6">
        <w:rPr>
          <w:sz w:val="18"/>
          <w:szCs w:val="18"/>
        </w:rPr>
        <w:t xml:space="preserve"> Označení kvalifikace </w:t>
      </w:r>
    </w:p>
    <w:p w14:paraId="32A3684B" w14:textId="77777777" w:rsidR="009849A6" w:rsidRPr="009849A6" w:rsidRDefault="009849A6" w:rsidP="009849A6">
      <w:pPr>
        <w:pStyle w:val="Odstavecseseznamem"/>
        <w:rPr>
          <w:sz w:val="18"/>
          <w:szCs w:val="18"/>
        </w:rPr>
      </w:pPr>
      <w:r w:rsidRPr="009849A6">
        <w:rPr>
          <w:sz w:val="18"/>
          <w:szCs w:val="18"/>
        </w:rPr>
        <w:t xml:space="preserve"> Platnost kv. od </w:t>
      </w:r>
    </w:p>
    <w:p w14:paraId="41E4DB6A" w14:textId="77777777" w:rsidR="009849A6" w:rsidRPr="009849A6" w:rsidRDefault="009849A6" w:rsidP="009849A6">
      <w:pPr>
        <w:pStyle w:val="Odstavecseseznamem"/>
        <w:rPr>
          <w:sz w:val="18"/>
          <w:szCs w:val="18"/>
        </w:rPr>
      </w:pPr>
      <w:r w:rsidRPr="009849A6">
        <w:rPr>
          <w:sz w:val="18"/>
          <w:szCs w:val="18"/>
        </w:rPr>
        <w:t xml:space="preserve"> Platnost kv. do </w:t>
      </w:r>
    </w:p>
    <w:p w14:paraId="03C24701" w14:textId="77777777" w:rsidR="009849A6" w:rsidRPr="009849A6" w:rsidRDefault="009849A6" w:rsidP="009849A6">
      <w:pPr>
        <w:pStyle w:val="Odstavecseseznamem"/>
        <w:rPr>
          <w:sz w:val="18"/>
          <w:szCs w:val="18"/>
        </w:rPr>
      </w:pPr>
      <w:r w:rsidRPr="009849A6">
        <w:rPr>
          <w:sz w:val="18"/>
          <w:szCs w:val="18"/>
        </w:rPr>
        <w:t xml:space="preserve"> Kontrola prav.školy za uplynulý rok </w:t>
      </w:r>
    </w:p>
    <w:p w14:paraId="4F2AAE81" w14:textId="77777777" w:rsidR="009849A6" w:rsidRPr="009849A6" w:rsidRDefault="009849A6" w:rsidP="009849A6">
      <w:pPr>
        <w:pStyle w:val="Odstavecseseznamem"/>
        <w:rPr>
          <w:sz w:val="18"/>
          <w:szCs w:val="18"/>
        </w:rPr>
      </w:pPr>
      <w:r w:rsidRPr="009849A6">
        <w:rPr>
          <w:sz w:val="18"/>
          <w:szCs w:val="18"/>
        </w:rPr>
        <w:t xml:space="preserve"> Kontrola prav.školy - bloky </w:t>
      </w:r>
    </w:p>
    <w:p w14:paraId="33756D18" w14:textId="77777777" w:rsidR="009849A6" w:rsidRPr="009849A6" w:rsidRDefault="009849A6" w:rsidP="009849A6">
      <w:pPr>
        <w:pStyle w:val="Odstavecseseznamem"/>
        <w:rPr>
          <w:sz w:val="18"/>
          <w:szCs w:val="18"/>
        </w:rPr>
      </w:pPr>
      <w:r w:rsidRPr="009849A6">
        <w:rPr>
          <w:sz w:val="18"/>
          <w:szCs w:val="18"/>
        </w:rPr>
        <w:t xml:space="preserve"> Kontrola - odborné semináře </w:t>
      </w:r>
    </w:p>
    <w:p w14:paraId="3AE71094" w14:textId="77777777" w:rsidR="009849A6" w:rsidRPr="009849A6" w:rsidRDefault="009849A6" w:rsidP="009849A6">
      <w:pPr>
        <w:pStyle w:val="Odstavecseseznamem"/>
        <w:rPr>
          <w:sz w:val="18"/>
          <w:szCs w:val="18"/>
        </w:rPr>
      </w:pPr>
      <w:r w:rsidRPr="009849A6">
        <w:rPr>
          <w:sz w:val="18"/>
          <w:szCs w:val="18"/>
        </w:rPr>
        <w:t xml:space="preserve"> Celková kontrola </w:t>
      </w:r>
    </w:p>
    <w:p w14:paraId="4D73D5F5" w14:textId="77777777" w:rsidR="009849A6" w:rsidRPr="009849A6" w:rsidRDefault="009849A6" w:rsidP="009849A6">
      <w:pPr>
        <w:pStyle w:val="Odstavecseseznamem"/>
        <w:rPr>
          <w:sz w:val="18"/>
          <w:szCs w:val="18"/>
        </w:rPr>
      </w:pPr>
    </w:p>
    <w:p w14:paraId="6FE3E9D3" w14:textId="77777777" w:rsidR="009849A6" w:rsidRPr="009849A6" w:rsidRDefault="009849A6" w:rsidP="009849A6">
      <w:pPr>
        <w:pStyle w:val="Odstavecseseznamem"/>
        <w:rPr>
          <w:sz w:val="18"/>
          <w:szCs w:val="18"/>
        </w:rPr>
      </w:pPr>
      <w:r w:rsidRPr="009849A6">
        <w:rPr>
          <w:b/>
          <w:bCs/>
          <w:sz w:val="18"/>
          <w:szCs w:val="18"/>
        </w:rPr>
        <w:t xml:space="preserve">ZHR_E_PREHLED </w:t>
      </w:r>
    </w:p>
    <w:p w14:paraId="158E2AFB" w14:textId="77777777" w:rsidR="009849A6" w:rsidRPr="009849A6" w:rsidRDefault="009849A6" w:rsidP="009849A6">
      <w:pPr>
        <w:pStyle w:val="Odstavecseseznamem"/>
        <w:rPr>
          <w:sz w:val="18"/>
          <w:szCs w:val="18"/>
        </w:rPr>
      </w:pPr>
      <w:r w:rsidRPr="009849A6">
        <w:rPr>
          <w:sz w:val="18"/>
          <w:szCs w:val="18"/>
        </w:rPr>
        <w:t xml:space="preserve">Parametry: </w:t>
      </w:r>
    </w:p>
    <w:p w14:paraId="0A13A53F" w14:textId="77777777" w:rsidR="009849A6" w:rsidRPr="009849A6" w:rsidRDefault="009849A6" w:rsidP="009849A6">
      <w:pPr>
        <w:pStyle w:val="Odstavecseseznamem"/>
        <w:rPr>
          <w:sz w:val="18"/>
          <w:szCs w:val="18"/>
        </w:rPr>
      </w:pPr>
      <w:r w:rsidRPr="009849A6">
        <w:rPr>
          <w:sz w:val="18"/>
          <w:szCs w:val="18"/>
        </w:rPr>
        <w:t xml:space="preserve"> rozhodný den </w:t>
      </w:r>
    </w:p>
    <w:p w14:paraId="2EB70EFF" w14:textId="77777777" w:rsidR="009849A6" w:rsidRPr="009849A6" w:rsidRDefault="009849A6" w:rsidP="009849A6">
      <w:pPr>
        <w:pStyle w:val="Odstavecseseznamem"/>
        <w:rPr>
          <w:sz w:val="18"/>
          <w:szCs w:val="18"/>
        </w:rPr>
      </w:pPr>
      <w:r w:rsidRPr="009849A6">
        <w:rPr>
          <w:sz w:val="18"/>
          <w:szCs w:val="18"/>
        </w:rPr>
        <w:t xml:space="preserve"> osobní číslo </w:t>
      </w:r>
    </w:p>
    <w:p w14:paraId="3FC70D73" w14:textId="77777777" w:rsidR="009849A6" w:rsidRPr="009849A6" w:rsidRDefault="009849A6" w:rsidP="009849A6">
      <w:pPr>
        <w:pStyle w:val="Odstavecseseznamem"/>
        <w:rPr>
          <w:sz w:val="18"/>
          <w:szCs w:val="18"/>
        </w:rPr>
      </w:pPr>
      <w:r w:rsidRPr="009849A6">
        <w:rPr>
          <w:sz w:val="18"/>
          <w:szCs w:val="18"/>
        </w:rPr>
        <w:t xml:space="preserve"> organizační jednotka </w:t>
      </w:r>
    </w:p>
    <w:p w14:paraId="525BD330" w14:textId="77777777" w:rsidR="009849A6" w:rsidRPr="009849A6" w:rsidRDefault="009849A6" w:rsidP="009849A6">
      <w:pPr>
        <w:pStyle w:val="Odstavecseseznamem"/>
        <w:rPr>
          <w:sz w:val="18"/>
          <w:szCs w:val="18"/>
        </w:rPr>
      </w:pPr>
      <w:r w:rsidRPr="009849A6">
        <w:rPr>
          <w:sz w:val="18"/>
          <w:szCs w:val="18"/>
        </w:rPr>
        <w:t xml:space="preserve"> typ akce/skupina akcí </w:t>
      </w:r>
    </w:p>
    <w:p w14:paraId="27C1AD2F" w14:textId="77777777" w:rsidR="009849A6" w:rsidRPr="009849A6" w:rsidRDefault="009849A6" w:rsidP="009849A6">
      <w:pPr>
        <w:pStyle w:val="Odstavecseseznamem"/>
        <w:rPr>
          <w:sz w:val="18"/>
          <w:szCs w:val="18"/>
        </w:rPr>
      </w:pPr>
    </w:p>
    <w:p w14:paraId="4C1DA842" w14:textId="77777777" w:rsidR="009849A6" w:rsidRPr="009849A6" w:rsidRDefault="009849A6" w:rsidP="009849A6">
      <w:pPr>
        <w:pStyle w:val="Odstavecseseznamem"/>
        <w:rPr>
          <w:sz w:val="18"/>
          <w:szCs w:val="18"/>
        </w:rPr>
      </w:pPr>
      <w:r w:rsidRPr="009849A6">
        <w:rPr>
          <w:sz w:val="18"/>
          <w:szCs w:val="18"/>
        </w:rPr>
        <w:t xml:space="preserve">Výstup: </w:t>
      </w:r>
    </w:p>
    <w:p w14:paraId="28CCD10E" w14:textId="77777777" w:rsidR="009849A6" w:rsidRPr="009849A6" w:rsidRDefault="009849A6" w:rsidP="009849A6">
      <w:pPr>
        <w:pStyle w:val="Odstavecseseznamem"/>
        <w:rPr>
          <w:sz w:val="18"/>
          <w:szCs w:val="18"/>
        </w:rPr>
      </w:pPr>
      <w:r w:rsidRPr="009849A6">
        <w:rPr>
          <w:sz w:val="18"/>
          <w:szCs w:val="18"/>
        </w:rPr>
        <w:t xml:space="preserve"> Osobní číslo </w:t>
      </w:r>
    </w:p>
    <w:p w14:paraId="547CE133" w14:textId="77777777" w:rsidR="009849A6" w:rsidRPr="009849A6" w:rsidRDefault="009849A6" w:rsidP="009849A6">
      <w:pPr>
        <w:pStyle w:val="Odstavecseseznamem"/>
        <w:rPr>
          <w:sz w:val="18"/>
          <w:szCs w:val="18"/>
        </w:rPr>
      </w:pPr>
      <w:r w:rsidRPr="009849A6">
        <w:rPr>
          <w:sz w:val="18"/>
          <w:szCs w:val="18"/>
        </w:rPr>
        <w:t xml:space="preserve"> Skupina akcí ID </w:t>
      </w:r>
    </w:p>
    <w:p w14:paraId="55D83692" w14:textId="77777777" w:rsidR="009849A6" w:rsidRPr="009849A6" w:rsidRDefault="009849A6" w:rsidP="009849A6">
      <w:pPr>
        <w:pStyle w:val="Odstavecseseznamem"/>
        <w:rPr>
          <w:sz w:val="18"/>
          <w:szCs w:val="18"/>
        </w:rPr>
      </w:pPr>
      <w:r w:rsidRPr="009849A6">
        <w:rPr>
          <w:sz w:val="18"/>
          <w:szCs w:val="18"/>
        </w:rPr>
        <w:t xml:space="preserve"> Skupina akcí text </w:t>
      </w:r>
    </w:p>
    <w:p w14:paraId="62B25F18" w14:textId="77777777" w:rsidR="009849A6" w:rsidRPr="009849A6" w:rsidRDefault="009849A6" w:rsidP="009849A6">
      <w:pPr>
        <w:pStyle w:val="Odstavecseseznamem"/>
        <w:rPr>
          <w:sz w:val="18"/>
          <w:szCs w:val="18"/>
        </w:rPr>
      </w:pPr>
      <w:r w:rsidRPr="009849A6">
        <w:rPr>
          <w:sz w:val="18"/>
          <w:szCs w:val="18"/>
        </w:rPr>
        <w:t xml:space="preserve"> Typ akce ID </w:t>
      </w:r>
    </w:p>
    <w:p w14:paraId="6FF716AC" w14:textId="77777777" w:rsidR="009849A6" w:rsidRPr="009849A6" w:rsidRDefault="009849A6" w:rsidP="009849A6">
      <w:pPr>
        <w:pStyle w:val="Odstavecseseznamem"/>
        <w:rPr>
          <w:sz w:val="18"/>
          <w:szCs w:val="18"/>
        </w:rPr>
      </w:pPr>
      <w:r w:rsidRPr="009849A6">
        <w:rPr>
          <w:sz w:val="18"/>
          <w:szCs w:val="18"/>
        </w:rPr>
        <w:t xml:space="preserve"> Typ akce text </w:t>
      </w:r>
    </w:p>
    <w:p w14:paraId="752DC775" w14:textId="77777777" w:rsidR="009849A6" w:rsidRPr="009849A6" w:rsidRDefault="009849A6" w:rsidP="009849A6">
      <w:pPr>
        <w:pStyle w:val="Odstavecseseznamem"/>
        <w:rPr>
          <w:sz w:val="18"/>
          <w:szCs w:val="18"/>
        </w:rPr>
      </w:pPr>
      <w:r w:rsidRPr="009849A6">
        <w:rPr>
          <w:sz w:val="18"/>
          <w:szCs w:val="18"/>
        </w:rPr>
        <w:t xml:space="preserve"> Akce ID </w:t>
      </w:r>
    </w:p>
    <w:p w14:paraId="7849C0D2" w14:textId="77777777" w:rsidR="009849A6" w:rsidRPr="009849A6" w:rsidRDefault="009849A6" w:rsidP="009849A6">
      <w:pPr>
        <w:pStyle w:val="Odstavecseseznamem"/>
        <w:rPr>
          <w:sz w:val="18"/>
          <w:szCs w:val="18"/>
        </w:rPr>
      </w:pPr>
      <w:r w:rsidRPr="009849A6">
        <w:rPr>
          <w:sz w:val="18"/>
          <w:szCs w:val="18"/>
        </w:rPr>
        <w:lastRenderedPageBreak/>
        <w:t xml:space="preserve"> Začátek </w:t>
      </w:r>
    </w:p>
    <w:p w14:paraId="40773917" w14:textId="77777777" w:rsidR="009849A6" w:rsidRPr="009849A6" w:rsidRDefault="009849A6" w:rsidP="009849A6">
      <w:pPr>
        <w:pStyle w:val="Odstavecseseznamem"/>
        <w:rPr>
          <w:sz w:val="18"/>
          <w:szCs w:val="18"/>
        </w:rPr>
      </w:pPr>
      <w:r w:rsidRPr="009849A6">
        <w:rPr>
          <w:sz w:val="18"/>
          <w:szCs w:val="18"/>
        </w:rPr>
        <w:t xml:space="preserve"> Konec </w:t>
      </w:r>
    </w:p>
    <w:p w14:paraId="38D60A7D" w14:textId="77777777" w:rsidR="009849A6" w:rsidRPr="009849A6" w:rsidRDefault="009849A6" w:rsidP="009849A6">
      <w:pPr>
        <w:pStyle w:val="Odstavecseseznamem"/>
        <w:rPr>
          <w:sz w:val="18"/>
          <w:szCs w:val="18"/>
        </w:rPr>
      </w:pPr>
      <w:r w:rsidRPr="009849A6">
        <w:rPr>
          <w:sz w:val="18"/>
          <w:szCs w:val="18"/>
        </w:rPr>
        <w:t xml:space="preserve"> Rozsah 1 ID </w:t>
      </w:r>
    </w:p>
    <w:p w14:paraId="065D1CCE" w14:textId="77777777" w:rsidR="009849A6" w:rsidRPr="009849A6" w:rsidRDefault="009849A6" w:rsidP="009849A6">
      <w:pPr>
        <w:pStyle w:val="Odstavecseseznamem"/>
        <w:rPr>
          <w:sz w:val="18"/>
          <w:szCs w:val="18"/>
        </w:rPr>
      </w:pPr>
      <w:r w:rsidRPr="009849A6">
        <w:rPr>
          <w:sz w:val="18"/>
          <w:szCs w:val="18"/>
        </w:rPr>
        <w:t xml:space="preserve"> Rozsah 1 typ </w:t>
      </w:r>
    </w:p>
    <w:p w14:paraId="3D26B193" w14:textId="77777777" w:rsidR="009849A6" w:rsidRPr="009849A6" w:rsidRDefault="009849A6" w:rsidP="009849A6">
      <w:pPr>
        <w:pStyle w:val="Odstavecseseznamem"/>
        <w:rPr>
          <w:sz w:val="18"/>
          <w:szCs w:val="18"/>
        </w:rPr>
      </w:pPr>
      <w:r w:rsidRPr="009849A6">
        <w:rPr>
          <w:sz w:val="18"/>
          <w:szCs w:val="18"/>
        </w:rPr>
        <w:t xml:space="preserve"> Rozsah 1 označení </w:t>
      </w:r>
    </w:p>
    <w:p w14:paraId="10772AB9" w14:textId="77777777" w:rsidR="009849A6" w:rsidRPr="009849A6" w:rsidRDefault="009849A6" w:rsidP="009849A6">
      <w:pPr>
        <w:pStyle w:val="Odstavecseseznamem"/>
        <w:rPr>
          <w:sz w:val="18"/>
          <w:szCs w:val="18"/>
        </w:rPr>
      </w:pPr>
      <w:r w:rsidRPr="009849A6">
        <w:rPr>
          <w:sz w:val="18"/>
          <w:szCs w:val="18"/>
        </w:rPr>
        <w:t xml:space="preserve"> Rozsah 1 hodiny </w:t>
      </w:r>
    </w:p>
    <w:p w14:paraId="46AEB846" w14:textId="77777777" w:rsidR="009849A6" w:rsidRPr="009849A6" w:rsidRDefault="009849A6" w:rsidP="009849A6">
      <w:pPr>
        <w:pStyle w:val="Odstavecseseznamem"/>
        <w:rPr>
          <w:sz w:val="18"/>
          <w:szCs w:val="18"/>
        </w:rPr>
      </w:pPr>
      <w:r w:rsidRPr="009849A6">
        <w:rPr>
          <w:sz w:val="18"/>
          <w:szCs w:val="18"/>
        </w:rPr>
        <w:t xml:space="preserve"> Rozsah 2 ID </w:t>
      </w:r>
    </w:p>
    <w:p w14:paraId="37E030B1" w14:textId="77777777" w:rsidR="009849A6" w:rsidRPr="009849A6" w:rsidRDefault="009849A6" w:rsidP="009849A6">
      <w:pPr>
        <w:pStyle w:val="Odstavecseseznamem"/>
        <w:rPr>
          <w:sz w:val="18"/>
          <w:szCs w:val="18"/>
        </w:rPr>
      </w:pPr>
      <w:r w:rsidRPr="009849A6">
        <w:rPr>
          <w:sz w:val="18"/>
          <w:szCs w:val="18"/>
        </w:rPr>
        <w:t xml:space="preserve"> Rozsah 2 typ </w:t>
      </w:r>
    </w:p>
    <w:p w14:paraId="2EB8D948" w14:textId="77777777" w:rsidR="009849A6" w:rsidRPr="009849A6" w:rsidRDefault="009849A6" w:rsidP="009849A6">
      <w:pPr>
        <w:pStyle w:val="Odstavecseseznamem"/>
        <w:rPr>
          <w:sz w:val="18"/>
          <w:szCs w:val="18"/>
        </w:rPr>
      </w:pPr>
      <w:r w:rsidRPr="009849A6">
        <w:rPr>
          <w:sz w:val="18"/>
          <w:szCs w:val="18"/>
        </w:rPr>
        <w:t xml:space="preserve"> Rozsah 2 označení </w:t>
      </w:r>
    </w:p>
    <w:p w14:paraId="047476FA" w14:textId="77777777" w:rsidR="009849A6" w:rsidRPr="009849A6" w:rsidRDefault="009849A6" w:rsidP="009849A6">
      <w:pPr>
        <w:pStyle w:val="Odstavecseseznamem"/>
        <w:rPr>
          <w:sz w:val="18"/>
          <w:szCs w:val="18"/>
        </w:rPr>
      </w:pPr>
      <w:r w:rsidRPr="009849A6">
        <w:rPr>
          <w:sz w:val="18"/>
          <w:szCs w:val="18"/>
        </w:rPr>
        <w:t xml:space="preserve"> Rozsah 2 hodiny </w:t>
      </w:r>
    </w:p>
    <w:p w14:paraId="030503CE" w14:textId="77777777" w:rsidR="009849A6" w:rsidRPr="009849A6" w:rsidRDefault="009849A6" w:rsidP="009849A6">
      <w:pPr>
        <w:pStyle w:val="Odstavecseseznamem"/>
        <w:rPr>
          <w:sz w:val="18"/>
          <w:szCs w:val="18"/>
        </w:rPr>
      </w:pPr>
      <w:r w:rsidRPr="009849A6">
        <w:rPr>
          <w:sz w:val="18"/>
          <w:szCs w:val="18"/>
        </w:rPr>
        <w:t xml:space="preserve"> Rozsah 3 ID </w:t>
      </w:r>
    </w:p>
    <w:p w14:paraId="726FA50A" w14:textId="77777777" w:rsidR="009849A6" w:rsidRPr="009849A6" w:rsidRDefault="009849A6" w:rsidP="009849A6">
      <w:pPr>
        <w:pStyle w:val="Odstavecseseznamem"/>
        <w:rPr>
          <w:sz w:val="18"/>
          <w:szCs w:val="18"/>
        </w:rPr>
      </w:pPr>
      <w:r w:rsidRPr="009849A6">
        <w:rPr>
          <w:sz w:val="18"/>
          <w:szCs w:val="18"/>
        </w:rPr>
        <w:t xml:space="preserve"> Rozsah 3 typ </w:t>
      </w:r>
    </w:p>
    <w:p w14:paraId="401B5B1C" w14:textId="77777777" w:rsidR="009849A6" w:rsidRPr="009849A6" w:rsidRDefault="009849A6" w:rsidP="009849A6">
      <w:pPr>
        <w:pStyle w:val="Odstavecseseznamem"/>
        <w:rPr>
          <w:sz w:val="18"/>
          <w:szCs w:val="18"/>
        </w:rPr>
      </w:pPr>
      <w:r w:rsidRPr="009849A6">
        <w:rPr>
          <w:sz w:val="18"/>
          <w:szCs w:val="18"/>
        </w:rPr>
        <w:t xml:space="preserve"> Rozsah 3 označení </w:t>
      </w:r>
    </w:p>
    <w:p w14:paraId="74830FEB" w14:textId="77777777" w:rsidR="009849A6" w:rsidRPr="009849A6" w:rsidRDefault="009849A6" w:rsidP="009849A6">
      <w:pPr>
        <w:pStyle w:val="Odstavecseseznamem"/>
        <w:rPr>
          <w:sz w:val="18"/>
          <w:szCs w:val="18"/>
        </w:rPr>
      </w:pPr>
      <w:r w:rsidRPr="009849A6">
        <w:rPr>
          <w:sz w:val="18"/>
          <w:szCs w:val="18"/>
        </w:rPr>
        <w:t xml:space="preserve"> Rozsah 3 hodiny </w:t>
      </w:r>
    </w:p>
    <w:p w14:paraId="6306A6E6" w14:textId="77777777" w:rsidR="009849A6" w:rsidRPr="009849A6" w:rsidRDefault="009849A6" w:rsidP="009849A6">
      <w:pPr>
        <w:pStyle w:val="Odstavecseseznamem"/>
        <w:rPr>
          <w:sz w:val="18"/>
          <w:szCs w:val="18"/>
        </w:rPr>
      </w:pPr>
      <w:r w:rsidRPr="009849A6">
        <w:rPr>
          <w:sz w:val="18"/>
          <w:szCs w:val="18"/>
        </w:rPr>
        <w:t xml:space="preserve"> Odborný seminář </w:t>
      </w:r>
    </w:p>
    <w:p w14:paraId="113DC190" w14:textId="77777777" w:rsidR="009849A6" w:rsidRPr="009849A6" w:rsidRDefault="009849A6" w:rsidP="009849A6">
      <w:pPr>
        <w:pStyle w:val="Odstavecseseznamem"/>
        <w:rPr>
          <w:sz w:val="18"/>
          <w:szCs w:val="18"/>
        </w:rPr>
      </w:pPr>
      <w:r w:rsidRPr="009849A6">
        <w:rPr>
          <w:sz w:val="18"/>
          <w:szCs w:val="18"/>
        </w:rPr>
        <w:t xml:space="preserve"> Zkouška/kategorie ID </w:t>
      </w:r>
    </w:p>
    <w:p w14:paraId="09377C65" w14:textId="77777777" w:rsidR="009849A6" w:rsidRPr="009849A6" w:rsidRDefault="009849A6" w:rsidP="009849A6">
      <w:pPr>
        <w:pStyle w:val="Odstavecseseznamem"/>
        <w:rPr>
          <w:sz w:val="18"/>
          <w:szCs w:val="18"/>
        </w:rPr>
      </w:pPr>
      <w:r w:rsidRPr="009849A6">
        <w:rPr>
          <w:sz w:val="18"/>
          <w:szCs w:val="18"/>
        </w:rPr>
        <w:t xml:space="preserve"> Zkouška/kategorie </w:t>
      </w:r>
    </w:p>
    <w:p w14:paraId="30ABE251" w14:textId="77777777" w:rsidR="009849A6" w:rsidRPr="009849A6" w:rsidRDefault="009849A6" w:rsidP="009849A6">
      <w:pPr>
        <w:pStyle w:val="Odstavecseseznamem"/>
        <w:rPr>
          <w:sz w:val="18"/>
          <w:szCs w:val="18"/>
        </w:rPr>
      </w:pPr>
      <w:r w:rsidRPr="009849A6">
        <w:rPr>
          <w:sz w:val="18"/>
          <w:szCs w:val="18"/>
        </w:rPr>
        <w:t xml:space="preserve"> Externí akce ID </w:t>
      </w:r>
    </w:p>
    <w:p w14:paraId="4D161D09" w14:textId="77777777" w:rsidR="009849A6" w:rsidRPr="009849A6" w:rsidRDefault="009849A6" w:rsidP="009849A6">
      <w:pPr>
        <w:pStyle w:val="Odstavecseseznamem"/>
        <w:rPr>
          <w:sz w:val="18"/>
          <w:szCs w:val="18"/>
        </w:rPr>
      </w:pPr>
    </w:p>
    <w:p w14:paraId="6464B36A" w14:textId="77777777" w:rsidR="009849A6" w:rsidRPr="009849A6" w:rsidRDefault="009849A6" w:rsidP="009849A6">
      <w:pPr>
        <w:pStyle w:val="Odstavecseseznamem"/>
        <w:rPr>
          <w:sz w:val="18"/>
          <w:szCs w:val="18"/>
        </w:rPr>
      </w:pPr>
      <w:r w:rsidRPr="009849A6">
        <w:rPr>
          <w:b/>
          <w:bCs/>
          <w:sz w:val="18"/>
          <w:szCs w:val="18"/>
        </w:rPr>
        <w:t xml:space="preserve">Upravit RFC funkcí infotypů o hromadné načtení (T+45) </w:t>
      </w:r>
    </w:p>
    <w:p w14:paraId="0643DED9" w14:textId="77777777" w:rsidR="009849A6" w:rsidRPr="009849A6" w:rsidRDefault="009849A6" w:rsidP="009849A6">
      <w:pPr>
        <w:pStyle w:val="Odstavecseseznamem"/>
        <w:rPr>
          <w:sz w:val="18"/>
          <w:szCs w:val="18"/>
        </w:rPr>
      </w:pPr>
      <w:r w:rsidRPr="009849A6">
        <w:rPr>
          <w:sz w:val="18"/>
          <w:szCs w:val="18"/>
        </w:rPr>
        <w:t xml:space="preserve">Požadujeme vytvořit nové nebo upravit stávající funkční moduly pro infotypy o možnost předávat ze SAPu do STKR data na základě seznamu data (např. tabulky) s oprávněním dle organizační struktury. Nyní je funkční předávání za jedno osobní číslo. </w:t>
      </w:r>
    </w:p>
    <w:p w14:paraId="74C8EF8A" w14:textId="77777777" w:rsidR="009849A6" w:rsidRPr="009849A6" w:rsidRDefault="009849A6" w:rsidP="009849A6">
      <w:pPr>
        <w:pStyle w:val="Odstavecseseznamem"/>
        <w:rPr>
          <w:sz w:val="18"/>
          <w:szCs w:val="18"/>
        </w:rPr>
      </w:pPr>
      <w:r w:rsidRPr="009849A6">
        <w:rPr>
          <w:sz w:val="18"/>
          <w:szCs w:val="18"/>
        </w:rPr>
        <w:t xml:space="preserve">Jedná se infotypy/funkční moduly: </w:t>
      </w:r>
    </w:p>
    <w:p w14:paraId="5B9A70A0" w14:textId="77777777" w:rsidR="009849A6" w:rsidRPr="009849A6" w:rsidRDefault="009849A6" w:rsidP="009849A6">
      <w:pPr>
        <w:pStyle w:val="Odstavecseseznamem"/>
        <w:rPr>
          <w:sz w:val="18"/>
          <w:szCs w:val="18"/>
        </w:rPr>
      </w:pPr>
      <w:r w:rsidRPr="009849A6">
        <w:rPr>
          <w:sz w:val="18"/>
          <w:szCs w:val="18"/>
        </w:rPr>
        <w:t xml:space="preserve">Z_HR_STKR_IPD_READ požadované kvalifikace pro plánované místo ISPD </w:t>
      </w:r>
    </w:p>
    <w:p w14:paraId="4EDF8EC1" w14:textId="77777777" w:rsidR="009849A6" w:rsidRPr="009849A6" w:rsidRDefault="009849A6" w:rsidP="009849A6">
      <w:pPr>
        <w:pStyle w:val="Odstavecseseznamem"/>
        <w:rPr>
          <w:sz w:val="18"/>
          <w:szCs w:val="18"/>
        </w:rPr>
      </w:pPr>
      <w:r w:rsidRPr="009849A6">
        <w:rPr>
          <w:sz w:val="18"/>
          <w:szCs w:val="18"/>
        </w:rPr>
        <w:t xml:space="preserve">Z_HR_STKR_QUAL_REQUIRED_READ požadované kvalifikace pro plánované místo </w:t>
      </w:r>
    </w:p>
    <w:p w14:paraId="717459C7" w14:textId="77777777" w:rsidR="009849A6" w:rsidRPr="009849A6" w:rsidRDefault="009849A6" w:rsidP="009849A6">
      <w:pPr>
        <w:pStyle w:val="Odstavecseseznamem"/>
        <w:rPr>
          <w:sz w:val="18"/>
          <w:szCs w:val="18"/>
        </w:rPr>
      </w:pPr>
      <w:r w:rsidRPr="009849A6">
        <w:rPr>
          <w:sz w:val="18"/>
          <w:szCs w:val="18"/>
        </w:rPr>
        <w:t xml:space="preserve">Z_HR_STKR_EMP_READ_IT0000 personální opatření. </w:t>
      </w:r>
    </w:p>
    <w:p w14:paraId="17A51511" w14:textId="77777777" w:rsidR="009849A6" w:rsidRPr="009849A6" w:rsidRDefault="009849A6" w:rsidP="009849A6">
      <w:pPr>
        <w:pStyle w:val="Odstavecseseznamem"/>
        <w:rPr>
          <w:sz w:val="18"/>
          <w:szCs w:val="18"/>
        </w:rPr>
      </w:pPr>
      <w:r w:rsidRPr="009849A6">
        <w:rPr>
          <w:sz w:val="18"/>
          <w:szCs w:val="18"/>
        </w:rPr>
        <w:t xml:space="preserve">Z_HR_STKR_EMP_READ_IT0001 organizační přiřazení data zaměstnance </w:t>
      </w:r>
    </w:p>
    <w:p w14:paraId="3325E4B3" w14:textId="77777777" w:rsidR="009849A6" w:rsidRPr="009849A6" w:rsidRDefault="009849A6" w:rsidP="009849A6">
      <w:pPr>
        <w:pStyle w:val="Odstavecseseznamem"/>
        <w:rPr>
          <w:sz w:val="18"/>
          <w:szCs w:val="18"/>
        </w:rPr>
      </w:pPr>
      <w:r w:rsidRPr="009849A6">
        <w:rPr>
          <w:sz w:val="18"/>
          <w:szCs w:val="18"/>
        </w:rPr>
        <w:t xml:space="preserve">Z_HR_STKR_EMP_READ_IT0002 osobní data zaměstnance </w:t>
      </w:r>
    </w:p>
    <w:p w14:paraId="4FC3715B" w14:textId="77777777" w:rsidR="009849A6" w:rsidRPr="009849A6" w:rsidRDefault="009849A6" w:rsidP="009849A6">
      <w:pPr>
        <w:pStyle w:val="Odstavecseseznamem"/>
        <w:rPr>
          <w:sz w:val="18"/>
          <w:szCs w:val="18"/>
        </w:rPr>
      </w:pPr>
      <w:r w:rsidRPr="009849A6">
        <w:rPr>
          <w:sz w:val="18"/>
          <w:szCs w:val="18"/>
        </w:rPr>
        <w:t xml:space="preserve">Z_HR_STKR_EMP_READ_IT0006 adresa zaměstnance </w:t>
      </w:r>
    </w:p>
    <w:p w14:paraId="17E09118" w14:textId="77777777" w:rsidR="009849A6" w:rsidRPr="009849A6" w:rsidRDefault="009849A6" w:rsidP="009849A6">
      <w:pPr>
        <w:pStyle w:val="Odstavecseseznamem"/>
        <w:rPr>
          <w:sz w:val="18"/>
          <w:szCs w:val="18"/>
        </w:rPr>
      </w:pPr>
      <w:r w:rsidRPr="009849A6">
        <w:rPr>
          <w:sz w:val="18"/>
          <w:szCs w:val="18"/>
        </w:rPr>
        <w:t xml:space="preserve">Z_HR_STKR_EMP_READ_IT0016 součásti smlouvy </w:t>
      </w:r>
    </w:p>
    <w:p w14:paraId="1D2B01D0" w14:textId="77777777" w:rsidR="009849A6" w:rsidRPr="009849A6" w:rsidRDefault="009849A6" w:rsidP="009849A6">
      <w:pPr>
        <w:pStyle w:val="Odstavecseseznamem"/>
        <w:rPr>
          <w:sz w:val="18"/>
          <w:szCs w:val="18"/>
        </w:rPr>
      </w:pPr>
      <w:r w:rsidRPr="009849A6">
        <w:rPr>
          <w:sz w:val="18"/>
          <w:szCs w:val="18"/>
        </w:rPr>
        <w:t xml:space="preserve">Z_HR_STKR_EMP_READ_IT0022 vzdělání zaměstnance </w:t>
      </w:r>
    </w:p>
    <w:p w14:paraId="15F155F7" w14:textId="77777777" w:rsidR="009849A6" w:rsidRPr="009849A6" w:rsidRDefault="009849A6" w:rsidP="009849A6">
      <w:pPr>
        <w:pStyle w:val="Odstavecseseznamem"/>
        <w:rPr>
          <w:sz w:val="18"/>
          <w:szCs w:val="18"/>
        </w:rPr>
      </w:pPr>
      <w:r w:rsidRPr="009849A6">
        <w:rPr>
          <w:sz w:val="18"/>
          <w:szCs w:val="18"/>
        </w:rPr>
        <w:t xml:space="preserve">Z_HR_STKR_EMP_READ_IT0024 kvalifikace zaměstnance </w:t>
      </w:r>
    </w:p>
    <w:p w14:paraId="667BB08E" w14:textId="77777777" w:rsidR="009849A6" w:rsidRPr="009849A6" w:rsidRDefault="009849A6" w:rsidP="009849A6">
      <w:pPr>
        <w:pStyle w:val="Odstavecseseznamem"/>
        <w:rPr>
          <w:sz w:val="18"/>
          <w:szCs w:val="18"/>
        </w:rPr>
      </w:pPr>
      <w:r w:rsidRPr="009849A6">
        <w:rPr>
          <w:sz w:val="18"/>
          <w:szCs w:val="18"/>
        </w:rPr>
        <w:t xml:space="preserve">Z_HR_STKR_EMP_READ_IT0041 zadání data zaměstnance </w:t>
      </w:r>
    </w:p>
    <w:p w14:paraId="323130E5" w14:textId="77777777" w:rsidR="009849A6" w:rsidRPr="009849A6" w:rsidRDefault="009849A6" w:rsidP="009849A6">
      <w:pPr>
        <w:pStyle w:val="Odstavecseseznamem"/>
        <w:rPr>
          <w:sz w:val="18"/>
          <w:szCs w:val="18"/>
        </w:rPr>
      </w:pPr>
      <w:r w:rsidRPr="009849A6">
        <w:rPr>
          <w:sz w:val="18"/>
          <w:szCs w:val="18"/>
        </w:rPr>
        <w:t xml:space="preserve">Z_HR_STKR_EMP_READ_IT0105 komunikační údaje zaměstnance </w:t>
      </w:r>
    </w:p>
    <w:p w14:paraId="242D9DF4" w14:textId="77777777" w:rsidR="009849A6" w:rsidRPr="009849A6" w:rsidRDefault="009849A6" w:rsidP="009849A6">
      <w:pPr>
        <w:pStyle w:val="Odstavecseseznamem"/>
        <w:rPr>
          <w:sz w:val="18"/>
          <w:szCs w:val="18"/>
        </w:rPr>
      </w:pPr>
      <w:r w:rsidRPr="009849A6">
        <w:rPr>
          <w:sz w:val="18"/>
          <w:szCs w:val="18"/>
        </w:rPr>
        <w:t xml:space="preserve">Z_HR_STKR_EMP_READ_IT9021 základní údaje KOP </w:t>
      </w:r>
    </w:p>
    <w:p w14:paraId="05116E8A" w14:textId="77777777" w:rsidR="009849A6" w:rsidRPr="009849A6" w:rsidRDefault="009849A6" w:rsidP="009849A6">
      <w:pPr>
        <w:pStyle w:val="Odstavecseseznamem"/>
        <w:rPr>
          <w:sz w:val="18"/>
          <w:szCs w:val="18"/>
        </w:rPr>
      </w:pPr>
      <w:r w:rsidRPr="009849A6">
        <w:rPr>
          <w:sz w:val="18"/>
          <w:szCs w:val="18"/>
        </w:rPr>
        <w:t xml:space="preserve">Z_HR_STKR_EMP_READ_IT9022 data o evidenci účasti na KOP </w:t>
      </w:r>
    </w:p>
    <w:p w14:paraId="08CA4FE5" w14:textId="77777777" w:rsidR="009849A6" w:rsidRPr="009849A6" w:rsidRDefault="009849A6" w:rsidP="009849A6">
      <w:pPr>
        <w:pStyle w:val="Odstavecseseznamem"/>
        <w:rPr>
          <w:sz w:val="18"/>
          <w:szCs w:val="18"/>
        </w:rPr>
      </w:pPr>
      <w:r w:rsidRPr="009849A6">
        <w:rPr>
          <w:b/>
          <w:bCs/>
          <w:sz w:val="18"/>
          <w:szCs w:val="18"/>
        </w:rPr>
        <w:t xml:space="preserve">DMS Dokumenty ze STKR do SAP + link do ERMS T+30 </w:t>
      </w:r>
    </w:p>
    <w:p w14:paraId="5467BAAA" w14:textId="77777777" w:rsidR="009849A6" w:rsidRPr="009849A6" w:rsidRDefault="009849A6" w:rsidP="009849A6">
      <w:pPr>
        <w:pStyle w:val="Odstavecseseznamem"/>
        <w:rPr>
          <w:sz w:val="18"/>
          <w:szCs w:val="18"/>
        </w:rPr>
      </w:pPr>
      <w:r w:rsidRPr="009849A6">
        <w:rPr>
          <w:sz w:val="18"/>
          <w:szCs w:val="18"/>
        </w:rPr>
        <w:t xml:space="preserve">V rámci realizace vzdělávání II požadujeme vytvořit v SAPu funkční modul, pomocí kterého budou ukládány do SAP osobního spisu ZHRSPIS dokumenty ze vzdělávání (tj. de facto RFC funkce – obdoba ZHRSPISADD). </w:t>
      </w:r>
    </w:p>
    <w:p w14:paraId="2A70E79F" w14:textId="77777777" w:rsidR="009849A6" w:rsidRPr="009849A6" w:rsidRDefault="009849A6" w:rsidP="009849A6">
      <w:pPr>
        <w:pStyle w:val="Odstavecseseznamem"/>
        <w:rPr>
          <w:sz w:val="18"/>
          <w:szCs w:val="18"/>
        </w:rPr>
      </w:pPr>
      <w:r w:rsidRPr="009849A6">
        <w:rPr>
          <w:sz w:val="18"/>
          <w:szCs w:val="18"/>
        </w:rPr>
        <w:t xml:space="preserve">Požadujeme funkcionalitu na předání odkazu/reference na dokument vzdělávání – řízení v SAPu (ukončení PPV,…, skartace). Bude evidován identifiátor komponenty a vyžádá si webovou službu pro zpřístupnění dokumentu a další náležitosti. </w:t>
      </w:r>
    </w:p>
    <w:p w14:paraId="48728CC3" w14:textId="77777777" w:rsidR="009849A6" w:rsidRPr="009849A6" w:rsidRDefault="009849A6" w:rsidP="009849A6">
      <w:pPr>
        <w:pStyle w:val="Odstavecseseznamem"/>
        <w:rPr>
          <w:sz w:val="18"/>
          <w:szCs w:val="18"/>
        </w:rPr>
      </w:pPr>
      <w:r w:rsidRPr="009849A6">
        <w:rPr>
          <w:sz w:val="18"/>
          <w:szCs w:val="18"/>
        </w:rPr>
        <w:t xml:space="preserve">IS vzdělávání nemá info o historii změn dat (ukončení PPV atd.). </w:t>
      </w:r>
    </w:p>
    <w:p w14:paraId="6D8EF20C" w14:textId="77777777" w:rsidR="009849A6" w:rsidRPr="009849A6" w:rsidRDefault="009849A6" w:rsidP="009849A6">
      <w:pPr>
        <w:pStyle w:val="Odstavecseseznamem"/>
        <w:rPr>
          <w:sz w:val="18"/>
          <w:szCs w:val="18"/>
        </w:rPr>
      </w:pPr>
      <w:r w:rsidRPr="009849A6">
        <w:rPr>
          <w:sz w:val="18"/>
          <w:szCs w:val="18"/>
        </w:rPr>
        <w:t xml:space="preserve">Z_HR_STKR_PF_DOCUMENT_CHECKOUT </w:t>
      </w:r>
    </w:p>
    <w:p w14:paraId="1FE8B511" w14:textId="77777777" w:rsidR="009849A6" w:rsidRPr="009849A6" w:rsidRDefault="009849A6" w:rsidP="009849A6">
      <w:pPr>
        <w:pStyle w:val="Odstavecseseznamem"/>
        <w:rPr>
          <w:sz w:val="18"/>
          <w:szCs w:val="18"/>
        </w:rPr>
      </w:pPr>
      <w:r w:rsidRPr="009849A6">
        <w:rPr>
          <w:sz w:val="18"/>
          <w:szCs w:val="18"/>
        </w:rPr>
        <w:t xml:space="preserve">Z_HR_STKR_PERSONAL_FILE </w:t>
      </w:r>
    </w:p>
    <w:p w14:paraId="3D7706A5" w14:textId="77777777" w:rsidR="009849A6" w:rsidRPr="009849A6" w:rsidRDefault="009849A6" w:rsidP="009849A6">
      <w:pPr>
        <w:pStyle w:val="Odstavecseseznamem"/>
        <w:rPr>
          <w:sz w:val="18"/>
          <w:szCs w:val="18"/>
        </w:rPr>
      </w:pPr>
      <w:r w:rsidRPr="009849A6">
        <w:rPr>
          <w:sz w:val="18"/>
          <w:szCs w:val="18"/>
        </w:rPr>
        <w:t xml:space="preserve">V rámci realizace vzdělávání STKR II požadujeme evidovat 0propojení/link v SAP osobním spisu k dokumentům, které budou fyzicky uloženy ve spisové službě ERMS a zaměstnanec se na dokument ze STKR dostane bez ohledu na úložiště souboru (SAP DMS nebo ERMS). Očekáváno je rozhraní pro ukládání identifikátoru dokumentu, který DMS SAP bude číst ze spisové služby. </w:t>
      </w:r>
    </w:p>
    <w:p w14:paraId="1A46CDFF" w14:textId="77777777" w:rsidR="009849A6" w:rsidRPr="009849A6" w:rsidRDefault="009849A6" w:rsidP="009849A6">
      <w:pPr>
        <w:pStyle w:val="Odstavecseseznamem"/>
        <w:rPr>
          <w:sz w:val="18"/>
          <w:szCs w:val="18"/>
        </w:rPr>
      </w:pPr>
      <w:r w:rsidRPr="009849A6">
        <w:rPr>
          <w:b/>
          <w:bCs/>
          <w:sz w:val="18"/>
          <w:szCs w:val="18"/>
        </w:rPr>
        <w:t xml:space="preserve">Ze STKR ukončit platnost kvalifikace/zkoušky (T+45) </w:t>
      </w:r>
    </w:p>
    <w:p w14:paraId="29597240" w14:textId="77777777" w:rsidR="009849A6" w:rsidRPr="009849A6" w:rsidRDefault="009849A6" w:rsidP="009849A6">
      <w:pPr>
        <w:pStyle w:val="Odstavecseseznamem"/>
        <w:rPr>
          <w:sz w:val="18"/>
          <w:szCs w:val="18"/>
        </w:rPr>
      </w:pPr>
      <w:r w:rsidRPr="009849A6">
        <w:rPr>
          <w:sz w:val="18"/>
          <w:szCs w:val="18"/>
        </w:rPr>
        <w:t xml:space="preserve">Požadujeme, aby ze STKR šlo ukončit platnost kvalifikace/zkoušky a údaj předat pomocí funkčního modulu do SAPu. Zapracování do SAPu požadujeme přes automaticky zapracovaný TASK. </w:t>
      </w:r>
    </w:p>
    <w:p w14:paraId="6780C715" w14:textId="77777777" w:rsidR="009849A6" w:rsidRPr="009849A6" w:rsidRDefault="009849A6" w:rsidP="009849A6">
      <w:pPr>
        <w:pStyle w:val="Odstavecseseznamem"/>
        <w:rPr>
          <w:sz w:val="18"/>
          <w:szCs w:val="18"/>
        </w:rPr>
      </w:pPr>
      <w:r w:rsidRPr="009849A6">
        <w:rPr>
          <w:sz w:val="18"/>
          <w:szCs w:val="18"/>
        </w:rPr>
        <w:lastRenderedPageBreak/>
        <w:t xml:space="preserve">Notifikace o ukončení kvalifikace proběhne na straně SAPu zaměstnanci a vedoucímu. </w:t>
      </w:r>
    </w:p>
    <w:p w14:paraId="5262558E" w14:textId="77777777" w:rsidR="009849A6" w:rsidRPr="009849A6" w:rsidRDefault="009849A6" w:rsidP="009849A6">
      <w:pPr>
        <w:pStyle w:val="Odstavecseseznamem"/>
        <w:rPr>
          <w:sz w:val="18"/>
          <w:szCs w:val="18"/>
        </w:rPr>
      </w:pPr>
      <w:r w:rsidRPr="009849A6">
        <w:rPr>
          <w:b/>
          <w:bCs/>
          <w:sz w:val="18"/>
          <w:szCs w:val="18"/>
        </w:rPr>
        <w:t xml:space="preserve">e-Learning - místnosti + rozsahy (T+45) </w:t>
      </w:r>
    </w:p>
    <w:p w14:paraId="21791C21" w14:textId="77777777" w:rsidR="009849A6" w:rsidRPr="009849A6" w:rsidRDefault="009849A6" w:rsidP="009849A6">
      <w:pPr>
        <w:pStyle w:val="Odstavecseseznamem"/>
        <w:rPr>
          <w:sz w:val="18"/>
          <w:szCs w:val="18"/>
        </w:rPr>
      </w:pPr>
      <w:r w:rsidRPr="009849A6">
        <w:rPr>
          <w:sz w:val="18"/>
          <w:szCs w:val="18"/>
        </w:rPr>
        <w:t xml:space="preserve">V e-learningu na STKR budou nově vzdělávací akce vyhlašovány včetně rozsahu hodin pro definované typové akce. Požadujeme upravit současné rozhraní do SAPu pro zápis kvalifikace z e-learningu a doplnit ho o rozsahy hodin. </w:t>
      </w:r>
    </w:p>
    <w:p w14:paraId="3E38D4E9" w14:textId="77777777" w:rsidR="009849A6" w:rsidRPr="009849A6" w:rsidRDefault="009849A6" w:rsidP="009849A6">
      <w:pPr>
        <w:pStyle w:val="Odstavecseseznamem"/>
        <w:rPr>
          <w:sz w:val="18"/>
          <w:szCs w:val="18"/>
        </w:rPr>
      </w:pPr>
      <w:r w:rsidRPr="009849A6">
        <w:rPr>
          <w:sz w:val="18"/>
          <w:szCs w:val="18"/>
        </w:rPr>
        <w:t xml:space="preserve">Při využití rozhraní pro IS vzdělávání je problém s tím, že v e-learningu nejsou místnosti, které jsou při zápisu do SAPu povinné. Požadujeme ošetřit zadávání do SAPu </w:t>
      </w:r>
    </w:p>
    <w:p w14:paraId="254CCDF5" w14:textId="77777777" w:rsidR="009849A6" w:rsidRPr="009849A6" w:rsidRDefault="009849A6" w:rsidP="009849A6">
      <w:pPr>
        <w:pStyle w:val="Odstavecseseznamem"/>
        <w:rPr>
          <w:sz w:val="18"/>
          <w:szCs w:val="18"/>
        </w:rPr>
      </w:pPr>
      <w:r w:rsidRPr="009849A6">
        <w:rPr>
          <w:sz w:val="18"/>
          <w:szCs w:val="18"/>
        </w:rPr>
        <w:t xml:space="preserve">Pro každou kvalifikaci je v SAPu definována vzdělávací akce, která zprostředkovává automaticky kvalifikaci (jsou možné akce bez zprostředkování kvalifikace). </w:t>
      </w:r>
    </w:p>
    <w:p w14:paraId="0E85E548" w14:textId="77777777" w:rsidR="009849A6" w:rsidRPr="009849A6" w:rsidRDefault="009849A6" w:rsidP="009849A6">
      <w:pPr>
        <w:pStyle w:val="Odstavecseseznamem"/>
        <w:rPr>
          <w:sz w:val="18"/>
          <w:szCs w:val="18"/>
        </w:rPr>
      </w:pPr>
      <w:r w:rsidRPr="009849A6">
        <w:rPr>
          <w:sz w:val="18"/>
          <w:szCs w:val="18"/>
        </w:rPr>
        <w:t xml:space="preserve">Aktuálně se data zapisují do SAPu pomocí rozhraní Z_HR_STKR_VZD_IMPORT_QD. Nově požaduje zapisovat pomocí funkce Z_TS_REPORT_RUN popř. pomocí nového funkčního modulu. </w:t>
      </w:r>
    </w:p>
    <w:p w14:paraId="41B9B440" w14:textId="77777777" w:rsidR="009849A6" w:rsidRPr="009849A6" w:rsidRDefault="009849A6" w:rsidP="009849A6">
      <w:pPr>
        <w:pStyle w:val="Odstavecseseznamem"/>
        <w:rPr>
          <w:sz w:val="18"/>
          <w:szCs w:val="18"/>
        </w:rPr>
      </w:pPr>
      <w:r w:rsidRPr="009849A6">
        <w:rPr>
          <w:b/>
          <w:bCs/>
          <w:sz w:val="18"/>
          <w:szCs w:val="18"/>
        </w:rPr>
        <w:t xml:space="preserve">Rozhraní pro číselníky SAP SF (T+60) </w:t>
      </w:r>
    </w:p>
    <w:p w14:paraId="0C44E4D4" w14:textId="77777777" w:rsidR="009849A6" w:rsidRPr="009849A6" w:rsidRDefault="009849A6" w:rsidP="009849A6">
      <w:pPr>
        <w:pStyle w:val="Odstavecseseznamem"/>
        <w:rPr>
          <w:sz w:val="18"/>
          <w:szCs w:val="18"/>
        </w:rPr>
      </w:pPr>
      <w:r w:rsidRPr="009849A6">
        <w:rPr>
          <w:sz w:val="18"/>
          <w:szCs w:val="18"/>
        </w:rPr>
        <w:t xml:space="preserve">Požadujeme rozšířit generované soubory rozhraní do SAP SF o změnové řízení číselníků (Picklistů) a předávání platných hodnot a informace o časovém ukončení číselníků a správné třídění. Při ukončení platnosti záznamu je třeba předávat do picklistu status neaktivní (inactive). Jeden den je aktivní a druhý den už nepřijde. Picklisty je třeba setřídit dle sloupce id/PicklistCode. Ideálně další třídění businessUnit, division, department, orgUnit. Tím, že jsou v exportu ze SAPu závislosti/hierarchie, import v SF dělá problémy, pokud jsou záznamy různých picklistu nesprávně setříděny. </w:t>
      </w:r>
    </w:p>
    <w:p w14:paraId="4A0B49DE" w14:textId="77777777" w:rsidR="009849A6" w:rsidRPr="009849A6" w:rsidRDefault="009849A6" w:rsidP="009849A6">
      <w:pPr>
        <w:pStyle w:val="Odstavecseseznamem"/>
        <w:rPr>
          <w:sz w:val="18"/>
          <w:szCs w:val="18"/>
        </w:rPr>
      </w:pPr>
      <w:r w:rsidRPr="009849A6">
        <w:rPr>
          <w:b/>
          <w:bCs/>
          <w:sz w:val="18"/>
          <w:szCs w:val="18"/>
        </w:rPr>
        <w:t xml:space="preserve">Výkaz a kontroly pro zakázky použité v SAP HR (T+90) </w:t>
      </w:r>
    </w:p>
    <w:p w14:paraId="2E1DB3F9" w14:textId="77777777" w:rsidR="009849A6" w:rsidRPr="009849A6" w:rsidRDefault="009849A6" w:rsidP="009849A6">
      <w:pPr>
        <w:pStyle w:val="Odstavecseseznamem"/>
        <w:rPr>
          <w:sz w:val="18"/>
          <w:szCs w:val="18"/>
        </w:rPr>
      </w:pPr>
      <w:r w:rsidRPr="009849A6">
        <w:rPr>
          <w:sz w:val="18"/>
          <w:szCs w:val="18"/>
        </w:rPr>
        <w:t xml:space="preserve">Požadujeme přidat kontrolu (exit) při změně statusu zakázky pro případ, že zakázka použitá v SAP HR v daném období, tj. na IT 0027 k danému dni nebo do 31.12.9999 a nedovolit změnit status zakázky na TEUZ, UZ, BLOK, OZKV a dát hlášku „Zakázka je použita v modulu SAP HR“. Kontrola (exit) by měla zjistit i použití v modulech SAP AM, REM a ISU v daném období a dát hlášku „Zakázka je použita v modulu SAP xx“. </w:t>
      </w:r>
    </w:p>
    <w:p w14:paraId="448E27A1" w14:textId="77777777" w:rsidR="009849A6" w:rsidRPr="009849A6" w:rsidRDefault="009849A6" w:rsidP="009849A6">
      <w:pPr>
        <w:pStyle w:val="Odstavecseseznamem"/>
        <w:rPr>
          <w:sz w:val="18"/>
          <w:szCs w:val="18"/>
        </w:rPr>
      </w:pPr>
      <w:r w:rsidRPr="009849A6">
        <w:rPr>
          <w:sz w:val="18"/>
          <w:szCs w:val="18"/>
        </w:rPr>
        <w:t xml:space="preserve">Požadujeme vytvořit výkaz s přehledem použití zakázky v SAP modulech v daných objektech, zejména HR. </w:t>
      </w:r>
    </w:p>
    <w:p w14:paraId="1C9332F7" w14:textId="77777777" w:rsidR="009849A6" w:rsidRPr="009849A6" w:rsidRDefault="009849A6" w:rsidP="009849A6">
      <w:pPr>
        <w:pStyle w:val="Odstavecseseznamem"/>
        <w:rPr>
          <w:sz w:val="18"/>
          <w:szCs w:val="18"/>
        </w:rPr>
      </w:pPr>
      <w:r w:rsidRPr="009849A6">
        <w:rPr>
          <w:sz w:val="18"/>
          <w:szCs w:val="18"/>
        </w:rPr>
        <w:t xml:space="preserve">Ve výkazu je požadováno dát do jednoho řádku do ALV za všechny moduly, když je zakázka v závislosti na časovém rozlišení aktivně přiřazena v SAPu (AM investiční majetek, CO kontroling, ISU energetika, REM správa nemovitostí, HR personalistika). </w:t>
      </w:r>
    </w:p>
    <w:p w14:paraId="561701A6" w14:textId="77777777" w:rsidR="009849A6" w:rsidRPr="009849A6" w:rsidRDefault="009849A6" w:rsidP="009849A6">
      <w:pPr>
        <w:pStyle w:val="Odstavecseseznamem"/>
        <w:rPr>
          <w:sz w:val="18"/>
          <w:szCs w:val="18"/>
        </w:rPr>
      </w:pPr>
      <w:r w:rsidRPr="009849A6">
        <w:rPr>
          <w:sz w:val="18"/>
          <w:szCs w:val="18"/>
        </w:rPr>
        <w:t xml:space="preserve">Požadujeme mít možnost kvůli rychlosti na vstupní obrazovce označit zadat přes check vyhodnotit/propojit HR, AM, ISU, REM a to samostatně nebo dle označeného </w:t>
      </w:r>
    </w:p>
    <w:p w14:paraId="4BA727ED" w14:textId="77777777" w:rsidR="009849A6" w:rsidRPr="009849A6" w:rsidRDefault="009849A6" w:rsidP="009849A6">
      <w:pPr>
        <w:pStyle w:val="Odstavecseseznamem"/>
        <w:rPr>
          <w:sz w:val="18"/>
          <w:szCs w:val="18"/>
        </w:rPr>
      </w:pPr>
      <w:r w:rsidRPr="009849A6">
        <w:rPr>
          <w:sz w:val="18"/>
          <w:szCs w:val="18"/>
        </w:rPr>
        <w:t xml:space="preserve"> v modulu HR (PA0027) </w:t>
      </w:r>
    </w:p>
    <w:p w14:paraId="66B39B24" w14:textId="77777777" w:rsidR="009849A6" w:rsidRPr="009849A6" w:rsidRDefault="009849A6" w:rsidP="009849A6">
      <w:pPr>
        <w:pStyle w:val="Odstavecseseznamem"/>
        <w:rPr>
          <w:sz w:val="18"/>
          <w:szCs w:val="18"/>
        </w:rPr>
      </w:pPr>
      <w:r w:rsidRPr="009849A6">
        <w:rPr>
          <w:sz w:val="18"/>
          <w:szCs w:val="18"/>
        </w:rPr>
        <w:t xml:space="preserve"> v zúčtovacím předpisu AM (ANLZ popř. další tabulky) </w:t>
      </w:r>
    </w:p>
    <w:p w14:paraId="1353B170" w14:textId="77777777" w:rsidR="009849A6" w:rsidRPr="009849A6" w:rsidRDefault="009849A6" w:rsidP="009849A6">
      <w:pPr>
        <w:pStyle w:val="Odstavecseseznamem"/>
        <w:rPr>
          <w:sz w:val="18"/>
          <w:szCs w:val="18"/>
        </w:rPr>
      </w:pPr>
      <w:r w:rsidRPr="009849A6">
        <w:rPr>
          <w:sz w:val="18"/>
          <w:szCs w:val="18"/>
        </w:rPr>
        <w:t xml:space="preserve"> v nájemní smlouvě RE (patrně COBRB popř. další tabulky) </w:t>
      </w:r>
    </w:p>
    <w:p w14:paraId="0CCAC4BF" w14:textId="77777777" w:rsidR="009849A6" w:rsidRPr="009849A6" w:rsidRDefault="009849A6" w:rsidP="009849A6">
      <w:pPr>
        <w:pStyle w:val="Odstavecseseznamem"/>
        <w:rPr>
          <w:sz w:val="18"/>
          <w:szCs w:val="18"/>
        </w:rPr>
      </w:pPr>
      <w:r w:rsidRPr="009849A6">
        <w:rPr>
          <w:sz w:val="18"/>
          <w:szCs w:val="18"/>
        </w:rPr>
        <w:t xml:space="preserve"> v modulu ISU (patrně ZISU_SMLCD) </w:t>
      </w:r>
    </w:p>
    <w:p w14:paraId="59EA898F" w14:textId="77777777" w:rsidR="009849A6" w:rsidRPr="009849A6" w:rsidRDefault="009849A6" w:rsidP="009849A6">
      <w:pPr>
        <w:pStyle w:val="Odstavecseseznamem"/>
        <w:rPr>
          <w:sz w:val="18"/>
          <w:szCs w:val="18"/>
        </w:rPr>
      </w:pPr>
    </w:p>
    <w:p w14:paraId="15AC194E" w14:textId="77777777" w:rsidR="009849A6" w:rsidRPr="009849A6" w:rsidRDefault="009849A6" w:rsidP="009849A6">
      <w:pPr>
        <w:pStyle w:val="Odstavecseseznamem"/>
        <w:rPr>
          <w:sz w:val="18"/>
          <w:szCs w:val="18"/>
        </w:rPr>
      </w:pPr>
      <w:r w:rsidRPr="009849A6">
        <w:rPr>
          <w:sz w:val="18"/>
          <w:szCs w:val="18"/>
        </w:rPr>
        <w:t xml:space="preserve">V reportu zobrazovat statusy (Zablokovaná, Technicky uzavřená, Uzavřená, Označená k výmazu,…) </w:t>
      </w:r>
    </w:p>
    <w:p w14:paraId="06537D76" w14:textId="77777777" w:rsidR="009849A6" w:rsidRPr="009849A6" w:rsidRDefault="009849A6" w:rsidP="009849A6">
      <w:pPr>
        <w:pStyle w:val="Odstavecseseznamem"/>
        <w:rPr>
          <w:sz w:val="18"/>
          <w:szCs w:val="18"/>
        </w:rPr>
      </w:pPr>
      <w:r w:rsidRPr="009849A6">
        <w:rPr>
          <w:b/>
          <w:bCs/>
          <w:sz w:val="18"/>
          <w:szCs w:val="18"/>
        </w:rPr>
        <w:t xml:space="preserve">Soukromý telefon z IT6 do ZHRIN02,3 + IT9001 (T+90) </w:t>
      </w:r>
    </w:p>
    <w:p w14:paraId="4C00CD37" w14:textId="77777777" w:rsidR="009849A6" w:rsidRPr="009849A6" w:rsidRDefault="009849A6" w:rsidP="009849A6">
      <w:pPr>
        <w:pStyle w:val="Odstavecseseznamem"/>
        <w:rPr>
          <w:sz w:val="18"/>
          <w:szCs w:val="18"/>
        </w:rPr>
      </w:pPr>
      <w:r w:rsidRPr="009849A6">
        <w:rPr>
          <w:sz w:val="18"/>
          <w:szCs w:val="18"/>
        </w:rPr>
        <w:t xml:space="preserve">Požadujeme na obrazovku v transakcích ZHRIN02 a ZHRIN03 helpdesku přidat pole telefon z infotypu IT0006 a upravit tuto obrazovku o nezobrazování starých budov, adres a místností (dříve používaný číselník). </w:t>
      </w:r>
    </w:p>
    <w:p w14:paraId="55CD9D68" w14:textId="77777777" w:rsidR="009849A6" w:rsidRPr="009849A6" w:rsidRDefault="009849A6" w:rsidP="009849A6">
      <w:pPr>
        <w:pStyle w:val="Odstavecseseznamem"/>
        <w:rPr>
          <w:sz w:val="18"/>
          <w:szCs w:val="18"/>
        </w:rPr>
      </w:pPr>
      <w:r w:rsidRPr="009849A6">
        <w:rPr>
          <w:sz w:val="18"/>
          <w:szCs w:val="18"/>
        </w:rPr>
        <w:t xml:space="preserve">Dále požadujeme upravit infotyp IT9001 a odstranit horní sekci obrazovky se starými adresami/místnostmi používanými před propojením na REM místnosti. </w:t>
      </w:r>
    </w:p>
    <w:p w14:paraId="4C1C843C" w14:textId="77777777" w:rsidR="009849A6" w:rsidRPr="009849A6" w:rsidRDefault="009849A6" w:rsidP="009849A6">
      <w:pPr>
        <w:pStyle w:val="Odstavecseseznamem"/>
        <w:rPr>
          <w:sz w:val="18"/>
          <w:szCs w:val="18"/>
        </w:rPr>
      </w:pPr>
      <w:r w:rsidRPr="009849A6">
        <w:rPr>
          <w:b/>
          <w:bCs/>
          <w:sz w:val="18"/>
          <w:szCs w:val="18"/>
        </w:rPr>
        <w:t xml:space="preserve">Ukončení dislokovaného pracoviště ze STKR (T+90) </w:t>
      </w:r>
    </w:p>
    <w:p w14:paraId="7D09C962" w14:textId="77777777" w:rsidR="009849A6" w:rsidRPr="009849A6" w:rsidRDefault="009849A6" w:rsidP="009849A6">
      <w:pPr>
        <w:pStyle w:val="Odstavecseseznamem"/>
        <w:rPr>
          <w:sz w:val="18"/>
          <w:szCs w:val="18"/>
        </w:rPr>
      </w:pPr>
      <w:r w:rsidRPr="009849A6">
        <w:rPr>
          <w:sz w:val="18"/>
          <w:szCs w:val="18"/>
        </w:rPr>
        <w:t xml:space="preserve">Požadujeme upravit funkční modul pro STKR s možností ukončení/vymezení dislokovaného pracoviště a doplnit toto rozšíření do zapracování požadavku v rozhraní ze STKR do SAPu přes ZHR_STKR_TASK. </w:t>
      </w:r>
    </w:p>
    <w:p w14:paraId="7B7FC1C3" w14:textId="77777777" w:rsidR="009849A6" w:rsidRPr="009849A6" w:rsidRDefault="009849A6" w:rsidP="009849A6">
      <w:pPr>
        <w:pStyle w:val="Odstavecseseznamem"/>
        <w:rPr>
          <w:sz w:val="18"/>
          <w:szCs w:val="18"/>
        </w:rPr>
      </w:pPr>
      <w:r w:rsidRPr="009849A6">
        <w:rPr>
          <w:sz w:val="18"/>
          <w:szCs w:val="18"/>
        </w:rPr>
        <w:t xml:space="preserve">Dále požadujeme automaticky aktualizovat adresu BP typu OZAM zaměstnanec Zxxxxxxxx při zapracování změněné budovy v TASK, kde xxxxxxxx je osobní číslo. Využít je třeba i data i IT 0105, IT0001 popř z SU01. V BP se jedná o pole : </w:t>
      </w:r>
    </w:p>
    <w:p w14:paraId="6F395E22" w14:textId="77777777" w:rsidR="009849A6" w:rsidRPr="009849A6" w:rsidRDefault="009849A6" w:rsidP="009849A6">
      <w:pPr>
        <w:pStyle w:val="Odstavecseseznamem"/>
        <w:rPr>
          <w:sz w:val="18"/>
          <w:szCs w:val="18"/>
        </w:rPr>
      </w:pPr>
      <w:r w:rsidRPr="009849A6">
        <w:rPr>
          <w:sz w:val="18"/>
          <w:szCs w:val="18"/>
        </w:rPr>
        <w:t xml:space="preserve"> Město (CITY1) </w:t>
      </w:r>
    </w:p>
    <w:p w14:paraId="06DD27C8" w14:textId="77777777" w:rsidR="009849A6" w:rsidRPr="009849A6" w:rsidRDefault="009849A6" w:rsidP="009849A6">
      <w:pPr>
        <w:pStyle w:val="Odstavecseseznamem"/>
        <w:rPr>
          <w:sz w:val="18"/>
          <w:szCs w:val="18"/>
        </w:rPr>
      </w:pPr>
      <w:r w:rsidRPr="009849A6">
        <w:rPr>
          <w:sz w:val="18"/>
          <w:szCs w:val="18"/>
        </w:rPr>
        <w:t xml:space="preserve"> PSČ (ADDR_GROUP) </w:t>
      </w:r>
    </w:p>
    <w:p w14:paraId="6D4BC6A5" w14:textId="77777777" w:rsidR="009849A6" w:rsidRPr="009849A6" w:rsidRDefault="009849A6" w:rsidP="009849A6">
      <w:pPr>
        <w:pStyle w:val="Odstavecseseznamem"/>
        <w:rPr>
          <w:sz w:val="18"/>
          <w:szCs w:val="18"/>
        </w:rPr>
      </w:pPr>
      <w:r w:rsidRPr="009849A6">
        <w:rPr>
          <w:sz w:val="18"/>
          <w:szCs w:val="18"/>
        </w:rPr>
        <w:t xml:space="preserve"> Ulice (STREET) </w:t>
      </w:r>
    </w:p>
    <w:p w14:paraId="0F10A17A" w14:textId="77777777" w:rsidR="009849A6" w:rsidRPr="009849A6" w:rsidRDefault="009849A6" w:rsidP="009849A6">
      <w:pPr>
        <w:pStyle w:val="Odstavecseseznamem"/>
        <w:rPr>
          <w:sz w:val="18"/>
          <w:szCs w:val="18"/>
        </w:rPr>
      </w:pPr>
      <w:r w:rsidRPr="009849A6">
        <w:rPr>
          <w:sz w:val="18"/>
          <w:szCs w:val="18"/>
        </w:rPr>
        <w:lastRenderedPageBreak/>
        <w:t xml:space="preserve"> Č.p (HOUSE_NUM1) </w:t>
      </w:r>
    </w:p>
    <w:p w14:paraId="0C0F90C7" w14:textId="77777777" w:rsidR="009849A6" w:rsidRPr="009849A6" w:rsidRDefault="009849A6" w:rsidP="009849A6">
      <w:pPr>
        <w:pStyle w:val="Odstavecseseznamem"/>
        <w:rPr>
          <w:sz w:val="18"/>
          <w:szCs w:val="18"/>
        </w:rPr>
      </w:pPr>
      <w:r w:rsidRPr="009849A6">
        <w:rPr>
          <w:sz w:val="18"/>
          <w:szCs w:val="18"/>
        </w:rPr>
        <w:t xml:space="preserve"> E.č (HOUSE_NUM2) </w:t>
      </w:r>
    </w:p>
    <w:p w14:paraId="4C31D266" w14:textId="77777777" w:rsidR="009849A6" w:rsidRPr="009849A6" w:rsidRDefault="009849A6" w:rsidP="009849A6">
      <w:pPr>
        <w:pStyle w:val="Odstavecseseznamem"/>
        <w:rPr>
          <w:sz w:val="18"/>
          <w:szCs w:val="18"/>
        </w:rPr>
      </w:pPr>
      <w:r w:rsidRPr="009849A6">
        <w:rPr>
          <w:sz w:val="18"/>
          <w:szCs w:val="18"/>
        </w:rPr>
        <w:t xml:space="preserve"> Pevná linka na pracoviště (105/9001) </w:t>
      </w:r>
    </w:p>
    <w:p w14:paraId="2E615E0F" w14:textId="77777777" w:rsidR="009849A6" w:rsidRPr="009849A6" w:rsidRDefault="009849A6" w:rsidP="009849A6">
      <w:pPr>
        <w:pStyle w:val="Odstavecseseznamem"/>
        <w:rPr>
          <w:sz w:val="18"/>
          <w:szCs w:val="18"/>
        </w:rPr>
      </w:pPr>
      <w:r w:rsidRPr="009849A6">
        <w:rPr>
          <w:sz w:val="18"/>
          <w:szCs w:val="18"/>
        </w:rPr>
        <w:t xml:space="preserve"> Mobilní telefon (105/9002 nebo SU01) </w:t>
      </w:r>
    </w:p>
    <w:p w14:paraId="68623878" w14:textId="77777777" w:rsidR="009849A6" w:rsidRPr="009849A6" w:rsidRDefault="009849A6" w:rsidP="009849A6">
      <w:pPr>
        <w:pStyle w:val="Odstavecseseznamem"/>
        <w:rPr>
          <w:sz w:val="18"/>
          <w:szCs w:val="18"/>
        </w:rPr>
      </w:pPr>
      <w:r w:rsidRPr="009849A6">
        <w:rPr>
          <w:sz w:val="18"/>
          <w:szCs w:val="18"/>
        </w:rPr>
        <w:t xml:space="preserve"> Služební E-mail (105/9004 nebo SU01 </w:t>
      </w:r>
    </w:p>
    <w:p w14:paraId="1B1D3753" w14:textId="77777777" w:rsidR="009849A6" w:rsidRPr="009849A6" w:rsidRDefault="009849A6" w:rsidP="009849A6">
      <w:pPr>
        <w:pStyle w:val="Odstavecseseznamem"/>
        <w:rPr>
          <w:sz w:val="18"/>
          <w:szCs w:val="18"/>
        </w:rPr>
      </w:pPr>
      <w:r w:rsidRPr="009849A6">
        <w:rPr>
          <w:sz w:val="18"/>
          <w:szCs w:val="18"/>
        </w:rPr>
        <w:t xml:space="preserve"> Vyhledávaný pojem 2 (BU_SORT2 – PA0001-KOSTL nebo SU01) </w:t>
      </w:r>
    </w:p>
    <w:p w14:paraId="4AE03BED" w14:textId="77777777" w:rsidR="009849A6" w:rsidRPr="009849A6" w:rsidRDefault="009849A6" w:rsidP="009849A6">
      <w:pPr>
        <w:pStyle w:val="Odstavecseseznamem"/>
        <w:rPr>
          <w:sz w:val="18"/>
          <w:szCs w:val="18"/>
        </w:rPr>
      </w:pPr>
    </w:p>
    <w:p w14:paraId="1767C599" w14:textId="77777777" w:rsidR="009849A6" w:rsidRPr="009849A6" w:rsidRDefault="009849A6" w:rsidP="009849A6">
      <w:pPr>
        <w:pStyle w:val="Odstavecseseznamem"/>
        <w:rPr>
          <w:sz w:val="18"/>
          <w:szCs w:val="18"/>
        </w:rPr>
      </w:pPr>
      <w:r w:rsidRPr="009849A6">
        <w:rPr>
          <w:sz w:val="18"/>
          <w:szCs w:val="18"/>
        </w:rPr>
        <w:t xml:space="preserve">Není třeba evidovat v BP historii změn. </w:t>
      </w:r>
    </w:p>
    <w:p w14:paraId="0314318A" w14:textId="77777777" w:rsidR="009849A6" w:rsidRPr="009849A6" w:rsidRDefault="009849A6" w:rsidP="009849A6">
      <w:pPr>
        <w:pStyle w:val="Odstavecseseznamem"/>
        <w:rPr>
          <w:sz w:val="18"/>
          <w:szCs w:val="18"/>
        </w:rPr>
      </w:pPr>
      <w:r w:rsidRPr="009849A6">
        <w:rPr>
          <w:sz w:val="18"/>
          <w:szCs w:val="18"/>
        </w:rPr>
        <w:t xml:space="preserve">Požadujeme vytvoření programu na aktualizaci obce v návaznosti na změnu IT9001, kdy bude každodenně automaticky aktualizována obec na IT0006/CZMV od daného data na IT9001. U programu požadujeme volbu vyloučení MMS či určených budov či určených SAP čísel. </w:t>
      </w:r>
    </w:p>
    <w:p w14:paraId="38BD1C07" w14:textId="77777777" w:rsidR="009849A6" w:rsidRPr="009849A6" w:rsidRDefault="009849A6" w:rsidP="009849A6">
      <w:pPr>
        <w:pStyle w:val="Odstavecseseznamem"/>
        <w:rPr>
          <w:sz w:val="18"/>
          <w:szCs w:val="18"/>
        </w:rPr>
      </w:pPr>
      <w:r w:rsidRPr="009849A6">
        <w:rPr>
          <w:b/>
          <w:bCs/>
          <w:sz w:val="18"/>
          <w:szCs w:val="18"/>
        </w:rPr>
        <w:t xml:space="preserve">Rozšíření rozhraní STKR vzdělávání – zkouška (T+30) </w:t>
      </w:r>
    </w:p>
    <w:p w14:paraId="49E9086B" w14:textId="77777777" w:rsidR="009849A6" w:rsidRPr="009849A6" w:rsidRDefault="009849A6" w:rsidP="009849A6">
      <w:pPr>
        <w:pStyle w:val="Odstavecseseznamem"/>
        <w:rPr>
          <w:sz w:val="18"/>
          <w:szCs w:val="18"/>
        </w:rPr>
      </w:pPr>
      <w:r w:rsidRPr="009849A6">
        <w:rPr>
          <w:sz w:val="18"/>
          <w:szCs w:val="18"/>
        </w:rPr>
        <w:t xml:space="preserve">Požadujeme rozšířit řešení importu dat ze STKR vzdělávání o zkoušky </w:t>
      </w:r>
    </w:p>
    <w:p w14:paraId="0BF4D37B" w14:textId="77777777" w:rsidR="009849A6" w:rsidRPr="009849A6" w:rsidRDefault="009849A6" w:rsidP="009849A6">
      <w:pPr>
        <w:pStyle w:val="Odstavecseseznamem"/>
        <w:rPr>
          <w:sz w:val="18"/>
          <w:szCs w:val="18"/>
        </w:rPr>
      </w:pPr>
      <w:r w:rsidRPr="009849A6">
        <w:rPr>
          <w:sz w:val="18"/>
          <w:szCs w:val="18"/>
        </w:rPr>
        <w:t xml:space="preserve">(tabulky ZHR_VZD_STKR, importní program ZHRPD_VZD_STKR_SET_DATA, report ZHRPD_Q_KEEP_CHECK, zapracovat zkoušky do funkčních modulů: </w:t>
      </w:r>
    </w:p>
    <w:p w14:paraId="4A61CAA8" w14:textId="77777777" w:rsidR="009849A6" w:rsidRPr="009849A6" w:rsidRDefault="009849A6" w:rsidP="009849A6">
      <w:pPr>
        <w:pStyle w:val="Odstavecseseznamem"/>
        <w:rPr>
          <w:sz w:val="18"/>
          <w:szCs w:val="18"/>
        </w:rPr>
      </w:pPr>
      <w:r w:rsidRPr="009849A6">
        <w:rPr>
          <w:sz w:val="18"/>
          <w:szCs w:val="18"/>
        </w:rPr>
        <w:t xml:space="preserve"> Z_HR_STKR_VZD_IMPORT_QD Přenos vzd do SAP </w:t>
      </w:r>
    </w:p>
    <w:p w14:paraId="24A878FB" w14:textId="77777777" w:rsidR="009849A6" w:rsidRPr="009849A6" w:rsidRDefault="009849A6" w:rsidP="009849A6">
      <w:pPr>
        <w:pStyle w:val="Odstavecseseznamem"/>
        <w:rPr>
          <w:sz w:val="18"/>
          <w:szCs w:val="18"/>
        </w:rPr>
      </w:pPr>
      <w:r w:rsidRPr="009849A6">
        <w:rPr>
          <w:sz w:val="18"/>
          <w:szCs w:val="18"/>
        </w:rPr>
        <w:t xml:space="preserve"> Z_HR_STKR_VZD_KATALOG Katalog typů vzdělávacích akcí </w:t>
      </w:r>
    </w:p>
    <w:p w14:paraId="6E3608E0" w14:textId="77777777" w:rsidR="009849A6" w:rsidRPr="009849A6" w:rsidRDefault="009849A6" w:rsidP="009849A6">
      <w:pPr>
        <w:pStyle w:val="Odstavecseseznamem"/>
        <w:rPr>
          <w:sz w:val="18"/>
          <w:szCs w:val="18"/>
        </w:rPr>
      </w:pPr>
      <w:r w:rsidRPr="009849A6">
        <w:rPr>
          <w:sz w:val="18"/>
          <w:szCs w:val="18"/>
        </w:rPr>
        <w:t xml:space="preserve"> Z_HR_STKR_VZD_KVALIFIKACE Katalog typů vzdělávacích akcí </w:t>
      </w:r>
    </w:p>
    <w:p w14:paraId="29FF7575" w14:textId="77777777" w:rsidR="009849A6" w:rsidRPr="009849A6" w:rsidRDefault="009849A6" w:rsidP="009849A6">
      <w:pPr>
        <w:pStyle w:val="Odstavecseseznamem"/>
        <w:rPr>
          <w:sz w:val="18"/>
          <w:szCs w:val="18"/>
        </w:rPr>
      </w:pPr>
      <w:r w:rsidRPr="009849A6">
        <w:rPr>
          <w:sz w:val="18"/>
          <w:szCs w:val="18"/>
        </w:rPr>
        <w:t xml:space="preserve"> Z_HR_STKR_VZD_LEKTOR_X_D Přiřazení lektora k typu akce </w:t>
      </w:r>
    </w:p>
    <w:p w14:paraId="4849DB8D" w14:textId="77777777" w:rsidR="009849A6" w:rsidRPr="009849A6" w:rsidRDefault="009849A6" w:rsidP="009849A6">
      <w:pPr>
        <w:pStyle w:val="Odstavecseseznamem"/>
        <w:rPr>
          <w:sz w:val="18"/>
          <w:szCs w:val="18"/>
        </w:rPr>
      </w:pPr>
      <w:r w:rsidRPr="009849A6">
        <w:rPr>
          <w:sz w:val="18"/>
          <w:szCs w:val="18"/>
        </w:rPr>
        <w:t xml:space="preserve"> Z_HR_STKR_VZD_LEKTOR_X_Q Přiřazení lektora ke kvalifikacím </w:t>
      </w:r>
    </w:p>
    <w:p w14:paraId="54788617" w14:textId="77777777" w:rsidR="009849A6" w:rsidRPr="009849A6" w:rsidRDefault="009849A6" w:rsidP="009849A6">
      <w:pPr>
        <w:pStyle w:val="Odstavecseseznamem"/>
        <w:rPr>
          <w:sz w:val="18"/>
          <w:szCs w:val="18"/>
        </w:rPr>
      </w:pPr>
      <w:r w:rsidRPr="009849A6">
        <w:rPr>
          <w:sz w:val="18"/>
          <w:szCs w:val="18"/>
        </w:rPr>
        <w:t xml:space="preserve"> Z_HR_STKR_VZD_ZKOUSKY Katalog zkoušek – nový modul </w:t>
      </w:r>
    </w:p>
    <w:p w14:paraId="2EBD0057" w14:textId="77777777" w:rsidR="009849A6" w:rsidRPr="009849A6" w:rsidRDefault="009849A6" w:rsidP="009849A6">
      <w:pPr>
        <w:pStyle w:val="Odstavecseseznamem"/>
        <w:rPr>
          <w:sz w:val="18"/>
          <w:szCs w:val="18"/>
        </w:rPr>
      </w:pPr>
    </w:p>
    <w:p w14:paraId="23C2D73C" w14:textId="77777777" w:rsidR="009849A6" w:rsidRPr="009849A6" w:rsidRDefault="009849A6" w:rsidP="009849A6">
      <w:pPr>
        <w:pStyle w:val="Odstavecseseznamem"/>
        <w:rPr>
          <w:sz w:val="18"/>
          <w:szCs w:val="18"/>
        </w:rPr>
      </w:pPr>
      <w:r w:rsidRPr="009849A6">
        <w:rPr>
          <w:sz w:val="18"/>
          <w:szCs w:val="18"/>
        </w:rPr>
        <w:t xml:space="preserve">Informace týkající se zkoušek vedená v infotypu 9950 musí nově přijít i z portálu. Kontrola povinné školy (PŠ) bude v reportu ZHRPD_Q_KEEP_CHECK (popř. v novém reportu) třeba v rozmezí určitých datumů (bloků). </w:t>
      </w:r>
    </w:p>
    <w:p w14:paraId="04C7D32C" w14:textId="77777777" w:rsidR="009849A6" w:rsidRPr="009849A6" w:rsidRDefault="009849A6" w:rsidP="009849A6">
      <w:pPr>
        <w:pStyle w:val="Odstavecseseznamem"/>
        <w:rPr>
          <w:sz w:val="18"/>
          <w:szCs w:val="18"/>
        </w:rPr>
      </w:pPr>
      <w:r w:rsidRPr="009849A6">
        <w:rPr>
          <w:sz w:val="18"/>
          <w:szCs w:val="18"/>
        </w:rPr>
        <w:t xml:space="preserve">Požadujeme rozšířit řešení specifikací zkoušky/kategorie v IT9950 u jednotlivých akcí a stejně tak upřesnění zkoušky/kategorie v customizační tabulce ZHR_Q_CUST. Pak by se </w:t>
      </w:r>
    </w:p>
    <w:p w14:paraId="00FCDF35" w14:textId="77777777" w:rsidR="009849A6" w:rsidRPr="009849A6" w:rsidRDefault="009849A6" w:rsidP="009849A6">
      <w:pPr>
        <w:pStyle w:val="Odstavecseseznamem"/>
        <w:rPr>
          <w:sz w:val="18"/>
          <w:szCs w:val="18"/>
        </w:rPr>
      </w:pPr>
      <w:r w:rsidRPr="009849A6">
        <w:rPr>
          <w:sz w:val="18"/>
          <w:szCs w:val="18"/>
        </w:rPr>
        <w:t xml:space="preserve">do počtu odškolených hodin v daném rozsahu započítávaly pouze hodiny akcí, které mají v IT9950 požadovanou zkoušku/kategorii. </w:t>
      </w:r>
    </w:p>
    <w:p w14:paraId="000BABC8" w14:textId="77777777" w:rsidR="009849A6" w:rsidRPr="009849A6" w:rsidRDefault="009849A6" w:rsidP="009849A6">
      <w:pPr>
        <w:pStyle w:val="Odstavecseseznamem"/>
        <w:rPr>
          <w:sz w:val="18"/>
          <w:szCs w:val="18"/>
        </w:rPr>
      </w:pPr>
      <w:r w:rsidRPr="009849A6">
        <w:rPr>
          <w:sz w:val="18"/>
          <w:szCs w:val="18"/>
        </w:rPr>
        <w:t xml:space="preserve">Číselník zkoušek/kategorií je třeba rozšířit o nové parametry. </w:t>
      </w:r>
    </w:p>
    <w:p w14:paraId="5AC9BB9F" w14:textId="77777777" w:rsidR="009849A6" w:rsidRPr="009849A6" w:rsidRDefault="009849A6" w:rsidP="009849A6">
      <w:pPr>
        <w:pStyle w:val="Odstavecseseznamem"/>
        <w:rPr>
          <w:sz w:val="18"/>
          <w:szCs w:val="18"/>
        </w:rPr>
      </w:pPr>
      <w:r w:rsidRPr="009849A6">
        <w:rPr>
          <w:b/>
          <w:bCs/>
          <w:sz w:val="18"/>
          <w:szCs w:val="18"/>
        </w:rPr>
        <w:t xml:space="preserve">Zakázky HR do personálního portálu STKR (T+90) </w:t>
      </w:r>
    </w:p>
    <w:p w14:paraId="082FAF4C" w14:textId="77777777" w:rsidR="009849A6" w:rsidRPr="009849A6" w:rsidRDefault="009849A6" w:rsidP="009849A6">
      <w:pPr>
        <w:pStyle w:val="Odstavecseseznamem"/>
        <w:rPr>
          <w:sz w:val="18"/>
          <w:szCs w:val="18"/>
        </w:rPr>
      </w:pPr>
      <w:r w:rsidRPr="009849A6">
        <w:rPr>
          <w:sz w:val="18"/>
          <w:szCs w:val="18"/>
        </w:rPr>
        <w:t xml:space="preserve">Požadujeme vytvořit nový funkční modul pro načítání kmenových zakázek zaměstnanců z IT0027 do STKR portálu Z_HR_STKR_EMP_READ_IT0027. </w:t>
      </w:r>
    </w:p>
    <w:p w14:paraId="2864AC7C" w14:textId="77777777" w:rsidR="009849A6" w:rsidRPr="009849A6" w:rsidRDefault="009849A6" w:rsidP="009849A6">
      <w:pPr>
        <w:pStyle w:val="Odstavecseseznamem"/>
        <w:rPr>
          <w:sz w:val="18"/>
          <w:szCs w:val="18"/>
        </w:rPr>
      </w:pPr>
      <w:r w:rsidRPr="009849A6">
        <w:rPr>
          <w:b/>
          <w:bCs/>
          <w:sz w:val="18"/>
          <w:szCs w:val="18"/>
        </w:rPr>
        <w:t xml:space="preserve">Export do IdM navázat na SAP REM budovy (T+90) </w:t>
      </w:r>
    </w:p>
    <w:p w14:paraId="3939DB87" w14:textId="77777777" w:rsidR="009849A6" w:rsidRPr="009849A6" w:rsidRDefault="009849A6" w:rsidP="009849A6">
      <w:pPr>
        <w:pStyle w:val="Odstavecseseznamem"/>
        <w:rPr>
          <w:sz w:val="18"/>
          <w:szCs w:val="18"/>
        </w:rPr>
      </w:pPr>
      <w:r w:rsidRPr="009849A6">
        <w:rPr>
          <w:sz w:val="18"/>
          <w:szCs w:val="18"/>
        </w:rPr>
        <w:t xml:space="preserve">Požadujeme upravit stávající export do IdM o plnění pole oblast působnosti mistra ZIDM_WORKSHIP-CLASSIFICATION_ID. </w:t>
      </w:r>
    </w:p>
    <w:p w14:paraId="5EACFC71" w14:textId="7BA792A5" w:rsidR="009F392E" w:rsidRPr="007139D4" w:rsidRDefault="009849A6" w:rsidP="009849A6">
      <w:pPr>
        <w:pStyle w:val="Odstavecseseznamem"/>
        <w:ind w:left="0"/>
        <w:rPr>
          <w:sz w:val="18"/>
          <w:szCs w:val="18"/>
        </w:rPr>
      </w:pPr>
      <w:r w:rsidRPr="009849A6">
        <w:rPr>
          <w:sz w:val="18"/>
          <w:szCs w:val="18"/>
        </w:rPr>
        <w:t>Požadujeme předávat čísla kanceláří IT9001 předávat do dat IdM (ZIDM_WORKPLACE-OFFICE_NUMBER), tj. propojení na REM místnosti a údaje o budovách předávat do tabulky ZIDM_WORKPLACES.</w:t>
      </w:r>
    </w:p>
    <w:sectPr w:rsidR="009F392E" w:rsidRPr="007139D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0BF09" w14:textId="77777777" w:rsidR="00C242AE" w:rsidRDefault="00C242AE" w:rsidP="00962258">
      <w:pPr>
        <w:spacing w:after="0" w:line="240" w:lineRule="auto"/>
      </w:pPr>
      <w:r>
        <w:separator/>
      </w:r>
    </w:p>
  </w:endnote>
  <w:endnote w:type="continuationSeparator" w:id="0">
    <w:p w14:paraId="3EEDEA74" w14:textId="77777777" w:rsidR="00C242AE" w:rsidRDefault="00C242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F2AD350" w14:textId="77777777" w:rsidTr="00D831A3">
      <w:tc>
        <w:tcPr>
          <w:tcW w:w="1361" w:type="dxa"/>
          <w:tcMar>
            <w:left w:w="0" w:type="dxa"/>
            <w:right w:w="0" w:type="dxa"/>
          </w:tcMar>
          <w:vAlign w:val="bottom"/>
        </w:tcPr>
        <w:p w14:paraId="0AAC7326"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66C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66C5">
            <w:rPr>
              <w:rStyle w:val="slostrnky"/>
              <w:noProof/>
            </w:rPr>
            <w:t>6</w:t>
          </w:r>
          <w:r w:rsidRPr="00B8518B">
            <w:rPr>
              <w:rStyle w:val="slostrnky"/>
            </w:rPr>
            <w:fldChar w:fldCharType="end"/>
          </w:r>
        </w:p>
      </w:tc>
      <w:tc>
        <w:tcPr>
          <w:tcW w:w="3458" w:type="dxa"/>
          <w:shd w:val="clear" w:color="auto" w:fill="auto"/>
          <w:tcMar>
            <w:left w:w="0" w:type="dxa"/>
            <w:right w:w="0" w:type="dxa"/>
          </w:tcMar>
        </w:tcPr>
        <w:p w14:paraId="14CA2444" w14:textId="77777777" w:rsidR="00F1715C" w:rsidRDefault="00F1715C" w:rsidP="00B8518B">
          <w:pPr>
            <w:pStyle w:val="Zpat"/>
          </w:pPr>
        </w:p>
      </w:tc>
      <w:tc>
        <w:tcPr>
          <w:tcW w:w="2835" w:type="dxa"/>
          <w:shd w:val="clear" w:color="auto" w:fill="auto"/>
          <w:tcMar>
            <w:left w:w="0" w:type="dxa"/>
            <w:right w:w="0" w:type="dxa"/>
          </w:tcMar>
        </w:tcPr>
        <w:p w14:paraId="29DE05AB" w14:textId="77777777" w:rsidR="00F1715C" w:rsidRDefault="00F1715C" w:rsidP="00B8518B">
          <w:pPr>
            <w:pStyle w:val="Zpat"/>
          </w:pPr>
        </w:p>
      </w:tc>
      <w:tc>
        <w:tcPr>
          <w:tcW w:w="2921" w:type="dxa"/>
        </w:tcPr>
        <w:p w14:paraId="458C371B" w14:textId="77777777" w:rsidR="00F1715C" w:rsidRDefault="00F1715C" w:rsidP="00D831A3">
          <w:pPr>
            <w:pStyle w:val="Zpat"/>
          </w:pPr>
        </w:p>
      </w:tc>
    </w:tr>
  </w:tbl>
  <w:p w14:paraId="18F96900"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0DBD806" wp14:editId="6CFB4A1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0BEBF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F55AA51" wp14:editId="1473E98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06C03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C9E604E" w14:textId="77777777" w:rsidTr="00F1715C">
      <w:tc>
        <w:tcPr>
          <w:tcW w:w="1361" w:type="dxa"/>
          <w:tcMar>
            <w:left w:w="0" w:type="dxa"/>
            <w:right w:w="0" w:type="dxa"/>
          </w:tcMar>
          <w:vAlign w:val="bottom"/>
        </w:tcPr>
        <w:p w14:paraId="490028AF"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66C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66C5">
            <w:rPr>
              <w:rStyle w:val="slostrnky"/>
              <w:noProof/>
            </w:rPr>
            <w:t>1</w:t>
          </w:r>
          <w:r w:rsidRPr="00B8518B">
            <w:rPr>
              <w:rStyle w:val="slostrnky"/>
            </w:rPr>
            <w:fldChar w:fldCharType="end"/>
          </w:r>
        </w:p>
      </w:tc>
      <w:tc>
        <w:tcPr>
          <w:tcW w:w="3458" w:type="dxa"/>
          <w:shd w:val="clear" w:color="auto" w:fill="auto"/>
          <w:tcMar>
            <w:left w:w="0" w:type="dxa"/>
            <w:right w:w="0" w:type="dxa"/>
          </w:tcMar>
        </w:tcPr>
        <w:p w14:paraId="2625A0BC" w14:textId="77777777" w:rsidR="00F1715C" w:rsidRDefault="00F1715C" w:rsidP="00460660">
          <w:pPr>
            <w:pStyle w:val="Zpat"/>
          </w:pPr>
          <w:r>
            <w:t>Správa železni</w:t>
          </w:r>
          <w:r w:rsidR="00F5558F">
            <w:t>c</w:t>
          </w:r>
          <w:r>
            <w:t>, státní organizace</w:t>
          </w:r>
        </w:p>
        <w:p w14:paraId="0C941A00"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8B63357" w14:textId="77777777" w:rsidR="00F1715C" w:rsidRDefault="00F1715C" w:rsidP="00460660">
          <w:pPr>
            <w:pStyle w:val="Zpat"/>
          </w:pPr>
          <w:r>
            <w:t>Sídlo: Dlážděná 1003/7, 110 00 Praha 1</w:t>
          </w:r>
        </w:p>
        <w:p w14:paraId="70DC5310" w14:textId="77777777" w:rsidR="00F1715C" w:rsidRDefault="00F1715C" w:rsidP="00460660">
          <w:pPr>
            <w:pStyle w:val="Zpat"/>
          </w:pPr>
          <w:r>
            <w:t>IČ</w:t>
          </w:r>
          <w:r w:rsidR="00F5558F">
            <w:t>O</w:t>
          </w:r>
          <w:r>
            <w:t>: 709 94 234 DIČ: CZ 709 94 234</w:t>
          </w:r>
        </w:p>
        <w:p w14:paraId="4F6B916F" w14:textId="77777777" w:rsidR="00F1715C" w:rsidRDefault="004C5D55" w:rsidP="00460660">
          <w:pPr>
            <w:pStyle w:val="Zpat"/>
          </w:pPr>
          <w:r>
            <w:t>www.spravazeleznic</w:t>
          </w:r>
          <w:r w:rsidR="00F1715C">
            <w:t>.cz</w:t>
          </w:r>
        </w:p>
      </w:tc>
      <w:tc>
        <w:tcPr>
          <w:tcW w:w="2921" w:type="dxa"/>
        </w:tcPr>
        <w:p w14:paraId="6CB73CA4" w14:textId="77777777" w:rsidR="00F1715C" w:rsidRDefault="00F1715C" w:rsidP="00460660">
          <w:pPr>
            <w:pStyle w:val="Zpat"/>
          </w:pPr>
        </w:p>
      </w:tc>
    </w:tr>
  </w:tbl>
  <w:p w14:paraId="72E16C9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3150342E" wp14:editId="6CEE9D8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E5277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91E3590" wp14:editId="36F98FF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7E8B7A"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D0F0DE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D6081" w14:textId="77777777" w:rsidR="00C242AE" w:rsidRDefault="00C242AE" w:rsidP="00962258">
      <w:pPr>
        <w:spacing w:after="0" w:line="240" w:lineRule="auto"/>
      </w:pPr>
      <w:r>
        <w:separator/>
      </w:r>
    </w:p>
  </w:footnote>
  <w:footnote w:type="continuationSeparator" w:id="0">
    <w:p w14:paraId="6A86A4F1" w14:textId="77777777" w:rsidR="00C242AE" w:rsidRDefault="00C242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EA5C07B" w14:textId="77777777" w:rsidTr="00C02D0A">
      <w:trPr>
        <w:trHeight w:hRule="exact" w:val="454"/>
      </w:trPr>
      <w:tc>
        <w:tcPr>
          <w:tcW w:w="1361" w:type="dxa"/>
          <w:tcMar>
            <w:top w:w="57" w:type="dxa"/>
            <w:left w:w="0" w:type="dxa"/>
            <w:right w:w="0" w:type="dxa"/>
          </w:tcMar>
        </w:tcPr>
        <w:p w14:paraId="14E0AA7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9F8F5B2" w14:textId="77777777" w:rsidR="00F1715C" w:rsidRDefault="00F1715C" w:rsidP="00523EA7">
          <w:pPr>
            <w:pStyle w:val="Zpat"/>
          </w:pPr>
        </w:p>
      </w:tc>
      <w:tc>
        <w:tcPr>
          <w:tcW w:w="5698" w:type="dxa"/>
          <w:shd w:val="clear" w:color="auto" w:fill="auto"/>
          <w:tcMar>
            <w:top w:w="57" w:type="dxa"/>
            <w:left w:w="0" w:type="dxa"/>
            <w:right w:w="0" w:type="dxa"/>
          </w:tcMar>
        </w:tcPr>
        <w:p w14:paraId="2EF66C4E" w14:textId="77777777" w:rsidR="00F1715C" w:rsidRPr="00D6163D" w:rsidRDefault="00F1715C" w:rsidP="00D6163D">
          <w:pPr>
            <w:pStyle w:val="Druhdokumentu"/>
          </w:pPr>
        </w:p>
      </w:tc>
    </w:tr>
  </w:tbl>
  <w:p w14:paraId="77D607D8"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75A3CF8" w14:textId="77777777" w:rsidTr="00F1715C">
      <w:trPr>
        <w:trHeight w:hRule="exact" w:val="936"/>
      </w:trPr>
      <w:tc>
        <w:tcPr>
          <w:tcW w:w="1361" w:type="dxa"/>
          <w:tcMar>
            <w:left w:w="0" w:type="dxa"/>
            <w:right w:w="0" w:type="dxa"/>
          </w:tcMar>
        </w:tcPr>
        <w:p w14:paraId="67478ABF"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3EA2C08A" w14:textId="77777777" w:rsidR="00F1715C" w:rsidRDefault="00F1715C" w:rsidP="00FC6389">
          <w:pPr>
            <w:pStyle w:val="Zpat"/>
          </w:pPr>
        </w:p>
      </w:tc>
      <w:tc>
        <w:tcPr>
          <w:tcW w:w="5698" w:type="dxa"/>
          <w:shd w:val="clear" w:color="auto" w:fill="auto"/>
          <w:tcMar>
            <w:left w:w="0" w:type="dxa"/>
            <w:right w:w="0" w:type="dxa"/>
          </w:tcMar>
        </w:tcPr>
        <w:p w14:paraId="04C15158" w14:textId="77777777" w:rsidR="00F1715C" w:rsidRPr="00D6163D" w:rsidRDefault="00F1715C" w:rsidP="00FC6389">
          <w:pPr>
            <w:pStyle w:val="Druhdokumentu"/>
          </w:pPr>
        </w:p>
      </w:tc>
    </w:tr>
    <w:tr w:rsidR="009F392E" w14:paraId="33531DD5" w14:textId="77777777" w:rsidTr="00895406">
      <w:trPr>
        <w:trHeight w:hRule="exact" w:val="1077"/>
      </w:trPr>
      <w:tc>
        <w:tcPr>
          <w:tcW w:w="1361" w:type="dxa"/>
          <w:tcMar>
            <w:left w:w="0" w:type="dxa"/>
            <w:right w:w="0" w:type="dxa"/>
          </w:tcMar>
        </w:tcPr>
        <w:p w14:paraId="2BE198B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08AC54D0" w14:textId="77777777" w:rsidR="009F392E" w:rsidRDefault="009F392E" w:rsidP="00FC6389">
          <w:pPr>
            <w:pStyle w:val="Zpat"/>
          </w:pPr>
        </w:p>
      </w:tc>
      <w:tc>
        <w:tcPr>
          <w:tcW w:w="5698" w:type="dxa"/>
          <w:shd w:val="clear" w:color="auto" w:fill="auto"/>
          <w:tcMar>
            <w:left w:w="0" w:type="dxa"/>
            <w:right w:w="0" w:type="dxa"/>
          </w:tcMar>
        </w:tcPr>
        <w:p w14:paraId="563E691B" w14:textId="77777777" w:rsidR="009F392E" w:rsidRPr="00D6163D" w:rsidRDefault="009F392E" w:rsidP="00FC6389">
          <w:pPr>
            <w:pStyle w:val="Druhdokumentu"/>
          </w:pPr>
        </w:p>
      </w:tc>
    </w:tr>
  </w:tbl>
  <w:p w14:paraId="16AC32D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3DD29C83" wp14:editId="53CB1778">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7285B3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0B62BC"/>
    <w:multiLevelType w:val="hybridMultilevel"/>
    <w:tmpl w:val="E4DC5C9E"/>
    <w:lvl w:ilvl="0" w:tplc="7B5E6C4C">
      <w:numFmt w:val="bullet"/>
      <w:lvlText w:val="-"/>
      <w:lvlJc w:val="left"/>
      <w:pPr>
        <w:ind w:left="720" w:hanging="360"/>
      </w:pPr>
      <w:rPr>
        <w:rFonts w:ascii="Courier New" w:eastAsiaTheme="minorHAnsi"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D06E65"/>
    <w:multiLevelType w:val="hybridMultilevel"/>
    <w:tmpl w:val="CC0C5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035D7C"/>
    <w:multiLevelType w:val="hybridMultilevel"/>
    <w:tmpl w:val="6B842534"/>
    <w:lvl w:ilvl="0" w:tplc="7B5E6C4C">
      <w:numFmt w:val="bullet"/>
      <w:lvlText w:val="-"/>
      <w:lvlJc w:val="left"/>
      <w:pPr>
        <w:ind w:left="720" w:hanging="360"/>
      </w:pPr>
      <w:rPr>
        <w:rFonts w:ascii="Courier New" w:eastAsiaTheme="minorHAnsi"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480BF0"/>
    <w:multiLevelType w:val="hybridMultilevel"/>
    <w:tmpl w:val="3474A5B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8F649B"/>
    <w:multiLevelType w:val="hybridMultilevel"/>
    <w:tmpl w:val="0388F5C2"/>
    <w:lvl w:ilvl="0" w:tplc="DCAAE1FE">
      <w:start w:val="1"/>
      <w:numFmt w:val="decimal"/>
      <w:lvlText w:val="%1."/>
      <w:lvlJc w:val="left"/>
      <w:pPr>
        <w:ind w:left="720" w:hanging="360"/>
      </w:pPr>
      <w:rPr>
        <w:color w:val="FF5200" w:themeColor="accent2"/>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2F16A6"/>
    <w:multiLevelType w:val="hybridMultilevel"/>
    <w:tmpl w:val="29C009F2"/>
    <w:lvl w:ilvl="0" w:tplc="7B5E6C4C">
      <w:numFmt w:val="bullet"/>
      <w:lvlText w:val="-"/>
      <w:lvlJc w:val="left"/>
      <w:pPr>
        <w:ind w:left="720" w:hanging="360"/>
      </w:pPr>
      <w:rPr>
        <w:rFonts w:ascii="Courier New" w:eastAsiaTheme="minorHAnsi"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271E42"/>
    <w:multiLevelType w:val="hybridMultilevel"/>
    <w:tmpl w:val="041888F0"/>
    <w:lvl w:ilvl="0" w:tplc="CD1C4DA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32F11604"/>
    <w:multiLevelType w:val="hybridMultilevel"/>
    <w:tmpl w:val="86C6D7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4B4C44"/>
    <w:multiLevelType w:val="multilevel"/>
    <w:tmpl w:val="CABE99FC"/>
    <w:numStyleLink w:val="ListNumbermultilevel"/>
  </w:abstractNum>
  <w:abstractNum w:abstractNumId="14" w15:restartNumberingAfterBreak="0">
    <w:nsid w:val="34EE549F"/>
    <w:multiLevelType w:val="multilevel"/>
    <w:tmpl w:val="CABE99FC"/>
    <w:numStyleLink w:val="ListNumbermultilevel"/>
  </w:abstractNum>
  <w:abstractNum w:abstractNumId="15" w15:restartNumberingAfterBreak="0">
    <w:nsid w:val="36F16E68"/>
    <w:multiLevelType w:val="hybridMultilevel"/>
    <w:tmpl w:val="BBD46A2A"/>
    <w:lvl w:ilvl="0" w:tplc="7B5E6C4C">
      <w:numFmt w:val="bullet"/>
      <w:lvlText w:val="-"/>
      <w:lvlJc w:val="left"/>
      <w:pPr>
        <w:ind w:left="720" w:hanging="360"/>
      </w:pPr>
      <w:rPr>
        <w:rFonts w:ascii="Courier New" w:eastAsiaTheme="minorHAnsi"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11A339E"/>
    <w:multiLevelType w:val="hybridMultilevel"/>
    <w:tmpl w:val="426C9DA2"/>
    <w:lvl w:ilvl="0" w:tplc="7B5E6C4C">
      <w:numFmt w:val="bullet"/>
      <w:lvlText w:val="-"/>
      <w:lvlJc w:val="left"/>
      <w:pPr>
        <w:ind w:left="720" w:hanging="360"/>
      </w:pPr>
      <w:rPr>
        <w:rFonts w:ascii="Courier New" w:eastAsiaTheme="minorHAnsi"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75B3851"/>
    <w:multiLevelType w:val="hybridMultilevel"/>
    <w:tmpl w:val="83D865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924010"/>
    <w:multiLevelType w:val="hybridMultilevel"/>
    <w:tmpl w:val="B486F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6DC5D59"/>
    <w:multiLevelType w:val="hybridMultilevel"/>
    <w:tmpl w:val="AF0CFA9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6AAF0A8C"/>
    <w:multiLevelType w:val="multilevel"/>
    <w:tmpl w:val="0D34D660"/>
    <w:numStyleLink w:val="ListBulletmultilevel"/>
  </w:abstractNum>
  <w:abstractNum w:abstractNumId="21" w15:restartNumberingAfterBreak="0">
    <w:nsid w:val="6B381B68"/>
    <w:multiLevelType w:val="hybridMultilevel"/>
    <w:tmpl w:val="329CFBF4"/>
    <w:lvl w:ilvl="0" w:tplc="7B5E6C4C">
      <w:numFmt w:val="bullet"/>
      <w:lvlText w:val="-"/>
      <w:lvlJc w:val="left"/>
      <w:pPr>
        <w:ind w:left="720" w:hanging="360"/>
      </w:pPr>
      <w:rPr>
        <w:rFonts w:ascii="Courier New" w:eastAsiaTheme="minorHAnsi"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13665AA"/>
    <w:multiLevelType w:val="hybridMultilevel"/>
    <w:tmpl w:val="78ACDE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BB5150C"/>
    <w:multiLevelType w:val="hybridMultilevel"/>
    <w:tmpl w:val="2FE4A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13522619">
    <w:abstractNumId w:val="6"/>
  </w:num>
  <w:num w:numId="2" w16cid:durableId="1141309564">
    <w:abstractNumId w:val="2"/>
  </w:num>
  <w:num w:numId="3" w16cid:durableId="19971481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6782971">
    <w:abstractNumId w:val="20"/>
  </w:num>
  <w:num w:numId="5" w16cid:durableId="1690178113">
    <w:abstractNumId w:val="8"/>
  </w:num>
  <w:num w:numId="6" w16cid:durableId="740562411">
    <w:abstractNumId w:val="11"/>
  </w:num>
  <w:num w:numId="7" w16cid:durableId="1067074692">
    <w:abstractNumId w:val="0"/>
  </w:num>
  <w:num w:numId="8" w16cid:durableId="1864200615">
    <w:abstractNumId w:val="13"/>
  </w:num>
  <w:num w:numId="9" w16cid:durableId="17423699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9164717">
    <w:abstractNumId w:val="11"/>
  </w:num>
  <w:num w:numId="11" w16cid:durableId="690640855">
    <w:abstractNumId w:val="2"/>
  </w:num>
  <w:num w:numId="12" w16cid:durableId="176316513">
    <w:abstractNumId w:val="11"/>
  </w:num>
  <w:num w:numId="13" w16cid:durableId="209655633">
    <w:abstractNumId w:val="11"/>
  </w:num>
  <w:num w:numId="14" w16cid:durableId="1775594455">
    <w:abstractNumId w:val="11"/>
  </w:num>
  <w:num w:numId="15" w16cid:durableId="537934293">
    <w:abstractNumId w:val="11"/>
  </w:num>
  <w:num w:numId="16" w16cid:durableId="1018241295">
    <w:abstractNumId w:val="23"/>
  </w:num>
  <w:num w:numId="17" w16cid:durableId="1918899096">
    <w:abstractNumId w:val="6"/>
  </w:num>
  <w:num w:numId="18" w16cid:durableId="107546409">
    <w:abstractNumId w:val="23"/>
  </w:num>
  <w:num w:numId="19" w16cid:durableId="575019026">
    <w:abstractNumId w:val="23"/>
  </w:num>
  <w:num w:numId="20" w16cid:durableId="872420348">
    <w:abstractNumId w:val="23"/>
  </w:num>
  <w:num w:numId="21" w16cid:durableId="2084178891">
    <w:abstractNumId w:val="23"/>
  </w:num>
  <w:num w:numId="22" w16cid:durableId="386880706">
    <w:abstractNumId w:val="11"/>
  </w:num>
  <w:num w:numId="23" w16cid:durableId="878855255">
    <w:abstractNumId w:val="2"/>
  </w:num>
  <w:num w:numId="24" w16cid:durableId="555819991">
    <w:abstractNumId w:val="11"/>
  </w:num>
  <w:num w:numId="25" w16cid:durableId="739407000">
    <w:abstractNumId w:val="11"/>
  </w:num>
  <w:num w:numId="26" w16cid:durableId="1864201384">
    <w:abstractNumId w:val="11"/>
  </w:num>
  <w:num w:numId="27" w16cid:durableId="1123843554">
    <w:abstractNumId w:val="11"/>
  </w:num>
  <w:num w:numId="28" w16cid:durableId="1144926582">
    <w:abstractNumId w:val="23"/>
  </w:num>
  <w:num w:numId="29" w16cid:durableId="2001419656">
    <w:abstractNumId w:val="6"/>
  </w:num>
  <w:num w:numId="30" w16cid:durableId="1980841882">
    <w:abstractNumId w:val="23"/>
  </w:num>
  <w:num w:numId="31" w16cid:durableId="685644108">
    <w:abstractNumId w:val="23"/>
  </w:num>
  <w:num w:numId="32" w16cid:durableId="49622159">
    <w:abstractNumId w:val="23"/>
  </w:num>
  <w:num w:numId="33" w16cid:durableId="1182432261">
    <w:abstractNumId w:val="23"/>
  </w:num>
  <w:num w:numId="34" w16cid:durableId="1153521621">
    <w:abstractNumId w:val="22"/>
  </w:num>
  <w:num w:numId="35" w16cid:durableId="325324695">
    <w:abstractNumId w:val="16"/>
  </w:num>
  <w:num w:numId="36" w16cid:durableId="1841000085">
    <w:abstractNumId w:val="21"/>
  </w:num>
  <w:num w:numId="37" w16cid:durableId="1673335982">
    <w:abstractNumId w:val="15"/>
  </w:num>
  <w:num w:numId="38" w16cid:durableId="659774838">
    <w:abstractNumId w:val="9"/>
  </w:num>
  <w:num w:numId="39" w16cid:durableId="1652639703">
    <w:abstractNumId w:val="1"/>
  </w:num>
  <w:num w:numId="40" w16cid:durableId="1929843955">
    <w:abstractNumId w:val="10"/>
  </w:num>
  <w:num w:numId="41" w16cid:durableId="497885163">
    <w:abstractNumId w:val="18"/>
  </w:num>
  <w:num w:numId="42" w16cid:durableId="753624542">
    <w:abstractNumId w:val="7"/>
  </w:num>
  <w:num w:numId="43" w16cid:durableId="1729527258">
    <w:abstractNumId w:val="12"/>
  </w:num>
  <w:num w:numId="44" w16cid:durableId="1308901825">
    <w:abstractNumId w:val="17"/>
  </w:num>
  <w:num w:numId="45" w16cid:durableId="1663653936">
    <w:abstractNumId w:val="19"/>
  </w:num>
  <w:num w:numId="46" w16cid:durableId="1604607421">
    <w:abstractNumId w:val="3"/>
  </w:num>
  <w:num w:numId="47" w16cid:durableId="2095778629">
    <w:abstractNumId w:val="5"/>
  </w:num>
  <w:num w:numId="48" w16cid:durableId="931746099">
    <w:abstractNumId w:val="24"/>
  </w:num>
  <w:num w:numId="49" w16cid:durableId="80932000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C01"/>
    <w:rsid w:val="00072C1E"/>
    <w:rsid w:val="000C5606"/>
    <w:rsid w:val="000E23A7"/>
    <w:rsid w:val="000F3F8F"/>
    <w:rsid w:val="0010693F"/>
    <w:rsid w:val="00114472"/>
    <w:rsid w:val="001550BC"/>
    <w:rsid w:val="001605B9"/>
    <w:rsid w:val="00170EC5"/>
    <w:rsid w:val="001747C1"/>
    <w:rsid w:val="00184743"/>
    <w:rsid w:val="00207DF5"/>
    <w:rsid w:val="00280E07"/>
    <w:rsid w:val="002C31BF"/>
    <w:rsid w:val="002D08B1"/>
    <w:rsid w:val="002E0CD7"/>
    <w:rsid w:val="00341DCF"/>
    <w:rsid w:val="00357BC6"/>
    <w:rsid w:val="00371A72"/>
    <w:rsid w:val="003956C6"/>
    <w:rsid w:val="00434E7F"/>
    <w:rsid w:val="00441430"/>
    <w:rsid w:val="00450F07"/>
    <w:rsid w:val="00453CD3"/>
    <w:rsid w:val="00460660"/>
    <w:rsid w:val="00486107"/>
    <w:rsid w:val="00491827"/>
    <w:rsid w:val="004B348C"/>
    <w:rsid w:val="004C2ABB"/>
    <w:rsid w:val="004C4399"/>
    <w:rsid w:val="004C5D55"/>
    <w:rsid w:val="004C787C"/>
    <w:rsid w:val="004E143C"/>
    <w:rsid w:val="004E3A53"/>
    <w:rsid w:val="004F20BC"/>
    <w:rsid w:val="004F4B9B"/>
    <w:rsid w:val="004F69EA"/>
    <w:rsid w:val="0050397F"/>
    <w:rsid w:val="00511AB9"/>
    <w:rsid w:val="00520C8B"/>
    <w:rsid w:val="00523EA7"/>
    <w:rsid w:val="00553375"/>
    <w:rsid w:val="00557C28"/>
    <w:rsid w:val="005736B7"/>
    <w:rsid w:val="00575E5A"/>
    <w:rsid w:val="005E5337"/>
    <w:rsid w:val="005F1404"/>
    <w:rsid w:val="0061068E"/>
    <w:rsid w:val="006565DB"/>
    <w:rsid w:val="00660AD3"/>
    <w:rsid w:val="00676C01"/>
    <w:rsid w:val="00677B7F"/>
    <w:rsid w:val="006A5570"/>
    <w:rsid w:val="006A689C"/>
    <w:rsid w:val="006B3D79"/>
    <w:rsid w:val="006D7AFE"/>
    <w:rsid w:val="006E0578"/>
    <w:rsid w:val="006E314D"/>
    <w:rsid w:val="00710723"/>
    <w:rsid w:val="007139D4"/>
    <w:rsid w:val="00723ED1"/>
    <w:rsid w:val="00743525"/>
    <w:rsid w:val="0076286B"/>
    <w:rsid w:val="00766846"/>
    <w:rsid w:val="00773FE8"/>
    <w:rsid w:val="0077673A"/>
    <w:rsid w:val="00776B86"/>
    <w:rsid w:val="007846E1"/>
    <w:rsid w:val="007B570C"/>
    <w:rsid w:val="007C589B"/>
    <w:rsid w:val="007E4A6E"/>
    <w:rsid w:val="007F56A7"/>
    <w:rsid w:val="00807DD0"/>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83740"/>
    <w:rsid w:val="009849A6"/>
    <w:rsid w:val="00992D9C"/>
    <w:rsid w:val="00996CB8"/>
    <w:rsid w:val="009B14A9"/>
    <w:rsid w:val="009B2E97"/>
    <w:rsid w:val="009D362A"/>
    <w:rsid w:val="009E07F4"/>
    <w:rsid w:val="009F392E"/>
    <w:rsid w:val="00A16E19"/>
    <w:rsid w:val="00A6177B"/>
    <w:rsid w:val="00A66136"/>
    <w:rsid w:val="00AA4CBB"/>
    <w:rsid w:val="00AA65FA"/>
    <w:rsid w:val="00AA7351"/>
    <w:rsid w:val="00AD056F"/>
    <w:rsid w:val="00AD6731"/>
    <w:rsid w:val="00AE0D05"/>
    <w:rsid w:val="00B15D0D"/>
    <w:rsid w:val="00B75EE1"/>
    <w:rsid w:val="00B77481"/>
    <w:rsid w:val="00B8518B"/>
    <w:rsid w:val="00B9657E"/>
    <w:rsid w:val="00BD7E91"/>
    <w:rsid w:val="00C02D0A"/>
    <w:rsid w:val="00C03A6E"/>
    <w:rsid w:val="00C06299"/>
    <w:rsid w:val="00C15DAF"/>
    <w:rsid w:val="00C242AE"/>
    <w:rsid w:val="00C44F6A"/>
    <w:rsid w:val="00C47AE3"/>
    <w:rsid w:val="00CD1FC4"/>
    <w:rsid w:val="00D21061"/>
    <w:rsid w:val="00D22D30"/>
    <w:rsid w:val="00D4108E"/>
    <w:rsid w:val="00D6163D"/>
    <w:rsid w:val="00D73D46"/>
    <w:rsid w:val="00D831A3"/>
    <w:rsid w:val="00D871EE"/>
    <w:rsid w:val="00DB66C5"/>
    <w:rsid w:val="00DC75F3"/>
    <w:rsid w:val="00DD46F3"/>
    <w:rsid w:val="00DE56F2"/>
    <w:rsid w:val="00DF116D"/>
    <w:rsid w:val="00E36C4A"/>
    <w:rsid w:val="00EB104F"/>
    <w:rsid w:val="00ED14BD"/>
    <w:rsid w:val="00F0533E"/>
    <w:rsid w:val="00F1048D"/>
    <w:rsid w:val="00F12DEC"/>
    <w:rsid w:val="00F1715C"/>
    <w:rsid w:val="00F276DA"/>
    <w:rsid w:val="00F30B4F"/>
    <w:rsid w:val="00F310F8"/>
    <w:rsid w:val="00F35939"/>
    <w:rsid w:val="00F4036B"/>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DBCAFB"/>
  <w14:defaultImageDpi w14:val="32767"/>
  <w15:docId w15:val="{79DCBD65-D6F4-4FD3-9A3B-F113AEB2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6299"/>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3\Hlavi&#269;kov&#253;%20pap&#237;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8FD916-EF57-4EB8-BCDF-693EE43AB97B}">
  <ds:schemaRefs>
    <ds:schemaRef ds:uri="http://schemas.openxmlformats.org/officeDocument/2006/bibliography"/>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3.xml><?xml version="1.0" encoding="utf-8"?>
<ds:datastoreItem xmlns:ds="http://schemas.openxmlformats.org/officeDocument/2006/customXml" ds:itemID="{06A25FB4-5041-4262-921A-6D73A1C89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DAB2258-1D6B-4349-80DE-EE8C5F0AF1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Hlavičkový papír</Template>
  <TotalTime>24</TotalTime>
  <Pages>6</Pages>
  <Words>1941</Words>
  <Characters>11458</Characters>
  <Application>Microsoft Office Word</Application>
  <DocSecurity>0</DocSecurity>
  <Lines>95</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Jiranová Ivana</cp:lastModifiedBy>
  <cp:revision>4</cp:revision>
  <cp:lastPrinted>2017-11-28T17:18:00Z</cp:lastPrinted>
  <dcterms:created xsi:type="dcterms:W3CDTF">2021-09-29T08:21:00Z</dcterms:created>
  <dcterms:modified xsi:type="dcterms:W3CDTF">2022-05-19T08:18:00Z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